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B1D3F" w14:textId="77777777" w:rsidR="00BA083A" w:rsidRPr="003B0FDD" w:rsidRDefault="00BA083A" w:rsidP="0010260D">
      <w:pPr>
        <w:jc w:val="both"/>
        <w:rPr>
          <w:b/>
          <w:bCs/>
          <w:i/>
          <w:iCs/>
          <w:sz w:val="22"/>
          <w:lang w:val="en-GB"/>
        </w:rPr>
      </w:pPr>
    </w:p>
    <w:p w14:paraId="51E3096E" w14:textId="77777777" w:rsidR="00C97BEE" w:rsidRPr="000B4424" w:rsidRDefault="00C97BEE" w:rsidP="00C97BEE">
      <w:pPr>
        <w:ind w:right="-142"/>
      </w:pPr>
      <w:proofErr w:type="spellStart"/>
      <w:r w:rsidRPr="000B4424">
        <w:t>Andmekaitse</w:t>
      </w:r>
      <w:proofErr w:type="spellEnd"/>
      <w:r w:rsidRPr="000B4424">
        <w:t xml:space="preserve"> </w:t>
      </w:r>
      <w:proofErr w:type="spellStart"/>
      <w:r w:rsidRPr="000B4424">
        <w:t>Inspektsioon</w:t>
      </w:r>
      <w:proofErr w:type="spellEnd"/>
    </w:p>
    <w:p w14:paraId="0DEDA478" w14:textId="3A81B842" w:rsidR="00C97BEE" w:rsidRPr="000B4424" w:rsidRDefault="00C97BEE" w:rsidP="00C97BEE">
      <w:pPr>
        <w:ind w:right="-142"/>
      </w:pPr>
      <w:r>
        <w:t>Tatari 39</w:t>
      </w:r>
    </w:p>
    <w:p w14:paraId="70CB4B75" w14:textId="4F16948D" w:rsidR="00C97BEE" w:rsidRPr="000B4424" w:rsidRDefault="00C97BEE" w:rsidP="00C97BEE">
      <w:pPr>
        <w:tabs>
          <w:tab w:val="left" w:pos="5245"/>
        </w:tabs>
        <w:ind w:right="-1"/>
      </w:pPr>
      <w:r>
        <w:t>101</w:t>
      </w:r>
      <w:r>
        <w:t xml:space="preserve">34 </w:t>
      </w:r>
      <w:r>
        <w:t>TALLINN</w:t>
      </w:r>
      <w:r>
        <w:tab/>
        <w:t xml:space="preserve">    </w:t>
      </w:r>
      <w:r>
        <w:t>15</w:t>
      </w:r>
      <w:r w:rsidRPr="000B4424">
        <w:t xml:space="preserve">. </w:t>
      </w:r>
      <w:proofErr w:type="spellStart"/>
      <w:r>
        <w:t>juuli</w:t>
      </w:r>
      <w:proofErr w:type="spellEnd"/>
      <w:r w:rsidRPr="000B4424">
        <w:t xml:space="preserve"> 20</w:t>
      </w:r>
      <w:r>
        <w:t>24</w:t>
      </w:r>
      <w:r w:rsidRPr="000B4424">
        <w:t xml:space="preserve"> nr 0</w:t>
      </w:r>
      <w:r>
        <w:t>02</w:t>
      </w:r>
    </w:p>
    <w:p w14:paraId="421ACCBA" w14:textId="77777777" w:rsidR="00C97BEE" w:rsidRPr="000B4424" w:rsidRDefault="00C97BEE" w:rsidP="00C97BEE">
      <w:pPr>
        <w:tabs>
          <w:tab w:val="left" w:pos="5387"/>
        </w:tabs>
        <w:ind w:right="-142"/>
      </w:pPr>
      <w:r w:rsidRPr="000B4424">
        <w:tab/>
      </w:r>
    </w:p>
    <w:p w14:paraId="192CD3EA" w14:textId="77777777" w:rsidR="00C97BEE" w:rsidRPr="000B4424" w:rsidRDefault="00C97BEE" w:rsidP="00C97BEE">
      <w:pPr>
        <w:ind w:right="-142"/>
      </w:pPr>
      <w:r w:rsidRPr="000B4424">
        <w:tab/>
      </w:r>
      <w:r w:rsidRPr="000B4424">
        <w:tab/>
      </w:r>
      <w:r w:rsidRPr="000B4424">
        <w:tab/>
      </w:r>
      <w:r w:rsidRPr="000B4424">
        <w:tab/>
      </w:r>
      <w:r w:rsidRPr="000B4424">
        <w:tab/>
      </w:r>
      <w:r w:rsidRPr="000B4424">
        <w:tab/>
      </w:r>
    </w:p>
    <w:p w14:paraId="67CA7167" w14:textId="77777777" w:rsidR="00C97BEE" w:rsidRDefault="00C97BEE" w:rsidP="00C97BEE"/>
    <w:p w14:paraId="5C6D5B80" w14:textId="77777777" w:rsidR="00C97BEE" w:rsidRPr="000B4424" w:rsidRDefault="00C97BEE" w:rsidP="00C97BEE"/>
    <w:p w14:paraId="6A5C2A98" w14:textId="77777777" w:rsidR="00C97BEE" w:rsidRPr="00E10665" w:rsidRDefault="00C97BEE" w:rsidP="00C97BEE">
      <w:pPr>
        <w:jc w:val="both"/>
        <w:rPr>
          <w:b/>
          <w:bCs/>
        </w:rPr>
      </w:pPr>
      <w:r w:rsidRPr="00E10665">
        <w:rPr>
          <w:b/>
          <w:bCs/>
        </w:rPr>
        <w:t>TEATIS ISIKUANDMETE KAITSE EEST VASTUTAVA ISIKU MÄÄRAMISEST</w:t>
      </w:r>
    </w:p>
    <w:p w14:paraId="6CDAF50A" w14:textId="77777777" w:rsidR="00C97BEE" w:rsidRDefault="00C97BEE" w:rsidP="00C97BEE">
      <w:pPr>
        <w:jc w:val="both"/>
      </w:pPr>
    </w:p>
    <w:p w14:paraId="26F76916" w14:textId="77777777" w:rsidR="00C97BEE" w:rsidRDefault="00C97BEE" w:rsidP="00C97BEE">
      <w:pPr>
        <w:jc w:val="both"/>
      </w:pPr>
    </w:p>
    <w:p w14:paraId="7C872C8F" w14:textId="4F832D06" w:rsidR="00C97BEE" w:rsidRDefault="00C97BEE" w:rsidP="00C97BEE">
      <w:pPr>
        <w:jc w:val="both"/>
      </w:pPr>
      <w:proofErr w:type="spellStart"/>
      <w:r>
        <w:t>Lugupeetud</w:t>
      </w:r>
      <w:proofErr w:type="spellEnd"/>
      <w:r>
        <w:t xml:space="preserve"> </w:t>
      </w:r>
      <w:r>
        <w:t>Pille Lehis</w:t>
      </w:r>
    </w:p>
    <w:p w14:paraId="68C5534C" w14:textId="77777777" w:rsidR="00C97BEE" w:rsidRDefault="00C97BEE" w:rsidP="00C97BEE">
      <w:pPr>
        <w:jc w:val="both"/>
      </w:pPr>
    </w:p>
    <w:p w14:paraId="7519736E" w14:textId="77777777" w:rsidR="00C97BEE" w:rsidRPr="00E10665" w:rsidRDefault="00C97BEE" w:rsidP="00C97BEE">
      <w:pPr>
        <w:jc w:val="both"/>
      </w:pPr>
    </w:p>
    <w:p w14:paraId="6C6E4795" w14:textId="77777777" w:rsidR="00C97BEE" w:rsidRDefault="00C97BEE" w:rsidP="00C97BEE">
      <w:pPr>
        <w:jc w:val="both"/>
      </w:pPr>
      <w:proofErr w:type="spellStart"/>
      <w:r w:rsidRPr="00E10665">
        <w:t>Juhindudes</w:t>
      </w:r>
      <w:proofErr w:type="spellEnd"/>
      <w:r w:rsidRPr="00E10665">
        <w:t xml:space="preserve"> </w:t>
      </w:r>
      <w:proofErr w:type="spellStart"/>
      <w:r w:rsidRPr="00E10665">
        <w:t>isikuandmete</w:t>
      </w:r>
      <w:proofErr w:type="spellEnd"/>
      <w:r w:rsidRPr="00E10665">
        <w:t xml:space="preserve"> </w:t>
      </w:r>
      <w:proofErr w:type="spellStart"/>
      <w:r w:rsidRPr="00E10665">
        <w:t>kaitse</w:t>
      </w:r>
      <w:proofErr w:type="spellEnd"/>
      <w:r w:rsidRPr="00E10665">
        <w:t xml:space="preserve"> </w:t>
      </w:r>
      <w:proofErr w:type="spellStart"/>
      <w:r w:rsidRPr="00E10665">
        <w:t>seaduse</w:t>
      </w:r>
      <w:proofErr w:type="spellEnd"/>
      <w:r w:rsidRPr="00E10665">
        <w:t xml:space="preserve"> </w:t>
      </w:r>
      <w:proofErr w:type="spellStart"/>
      <w:r w:rsidRPr="00E10665">
        <w:t>p</w:t>
      </w:r>
      <w:r>
        <w:t>aragrahvis</w:t>
      </w:r>
      <w:proofErr w:type="spellEnd"/>
      <w:r>
        <w:t xml:space="preserve"> 30 </w:t>
      </w:r>
      <w:proofErr w:type="spellStart"/>
      <w:r>
        <w:t>sätestatust</w:t>
      </w:r>
      <w:proofErr w:type="spellEnd"/>
      <w:r>
        <w:t xml:space="preserve"> </w:t>
      </w:r>
      <w:proofErr w:type="spellStart"/>
      <w:r>
        <w:t>teatame</w:t>
      </w:r>
      <w:proofErr w:type="spellEnd"/>
      <w:r>
        <w:t>:</w:t>
      </w:r>
    </w:p>
    <w:p w14:paraId="5DBD0C73" w14:textId="77777777" w:rsidR="00C97BEE" w:rsidRDefault="00C97BEE" w:rsidP="00C97BEE">
      <w:pPr>
        <w:jc w:val="both"/>
      </w:pPr>
    </w:p>
    <w:p w14:paraId="698FB70D" w14:textId="61DF4443" w:rsidR="00C97BEE" w:rsidRPr="00E10665" w:rsidRDefault="00C97BEE" w:rsidP="00C97BEE">
      <w:pPr>
        <w:jc w:val="both"/>
      </w:pPr>
      <w:r>
        <w:t xml:space="preserve">alates 1. </w:t>
      </w:r>
      <w:proofErr w:type="spellStart"/>
      <w:r>
        <w:t>juulist</w:t>
      </w:r>
      <w:proofErr w:type="spellEnd"/>
      <w:r>
        <w:t xml:space="preserve"> 20</w:t>
      </w:r>
      <w:r>
        <w:t>24</w:t>
      </w:r>
      <w:r>
        <w:t xml:space="preserve"> on </w:t>
      </w:r>
      <w:r>
        <w:t>Majorel</w:t>
      </w:r>
      <w:r w:rsidRPr="00E10665">
        <w:t xml:space="preserve"> Estonia OÜ </w:t>
      </w:r>
      <w:proofErr w:type="spellStart"/>
      <w:r w:rsidRPr="00E10665">
        <w:t>isikuandmete</w:t>
      </w:r>
      <w:proofErr w:type="spellEnd"/>
      <w:r>
        <w:t xml:space="preserve"> </w:t>
      </w:r>
      <w:proofErr w:type="spellStart"/>
      <w:r>
        <w:t>kaitse</w:t>
      </w:r>
      <w:proofErr w:type="spellEnd"/>
      <w:r>
        <w:t xml:space="preserve"> </w:t>
      </w:r>
      <w:proofErr w:type="spellStart"/>
      <w:r>
        <w:t>eest</w:t>
      </w:r>
      <w:proofErr w:type="spellEnd"/>
      <w:r>
        <w:t xml:space="preserve"> </w:t>
      </w:r>
      <w:proofErr w:type="spellStart"/>
      <w:r>
        <w:t>vastutav</w:t>
      </w:r>
      <w:proofErr w:type="spellEnd"/>
      <w:r>
        <w:t xml:space="preserve"> </w:t>
      </w:r>
      <w:proofErr w:type="spellStart"/>
      <w:r>
        <w:t>isik</w:t>
      </w:r>
      <w:proofErr w:type="spellEnd"/>
      <w:r w:rsidRPr="00E10665">
        <w:t xml:space="preserve"> </w:t>
      </w:r>
      <w:r w:rsidR="00845C61">
        <w:t>Gundega Haritonova</w:t>
      </w:r>
      <w:r>
        <w:t xml:space="preserve">, </w:t>
      </w:r>
      <w:proofErr w:type="spellStart"/>
      <w:r>
        <w:t>kelle</w:t>
      </w:r>
      <w:proofErr w:type="spellEnd"/>
      <w:r>
        <w:t xml:space="preserve"> </w:t>
      </w:r>
      <w:proofErr w:type="spellStart"/>
      <w:r>
        <w:t>kontaktandmed</w:t>
      </w:r>
      <w:proofErr w:type="spellEnd"/>
      <w:r>
        <w:t xml:space="preserve"> on:</w:t>
      </w:r>
    </w:p>
    <w:p w14:paraId="496E654F" w14:textId="3CE7DB28" w:rsidR="00C97BEE" w:rsidRDefault="00C97BEE" w:rsidP="00C97BEE">
      <w:pPr>
        <w:jc w:val="both"/>
      </w:pPr>
      <w:r w:rsidRPr="00E10665">
        <w:t xml:space="preserve">e-post: </w:t>
      </w:r>
      <w:hyperlink r:id="rId8" w:history="1">
        <w:r w:rsidR="00845C61" w:rsidRPr="007E37E3">
          <w:rPr>
            <w:rStyle w:val="Hyperlink"/>
          </w:rPr>
          <w:t>dataprotection.estonia@majorel.com</w:t>
        </w:r>
      </w:hyperlink>
      <w:r w:rsidR="00845C61">
        <w:t xml:space="preserve"> </w:t>
      </w:r>
      <w:r w:rsidRPr="00E10665">
        <w:t xml:space="preserve">, </w:t>
      </w:r>
      <w:proofErr w:type="spellStart"/>
      <w:r w:rsidRPr="00E10665">
        <w:t>telefon</w:t>
      </w:r>
      <w:proofErr w:type="spellEnd"/>
      <w:r w:rsidRPr="00E10665">
        <w:t>: 610</w:t>
      </w:r>
      <w:r>
        <w:t xml:space="preserve"> </w:t>
      </w:r>
      <w:r w:rsidR="00845C61">
        <w:t>0300</w:t>
      </w:r>
      <w:r w:rsidRPr="00E10665">
        <w:t xml:space="preserve">, </w:t>
      </w:r>
      <w:proofErr w:type="spellStart"/>
      <w:r w:rsidRPr="00E10665">
        <w:t>postiaadress</w:t>
      </w:r>
      <w:proofErr w:type="spellEnd"/>
      <w:r w:rsidRPr="00E10665">
        <w:t xml:space="preserve">: </w:t>
      </w:r>
      <w:proofErr w:type="spellStart"/>
      <w:r w:rsidR="00845C61">
        <w:t>Jalgpalli</w:t>
      </w:r>
      <w:proofErr w:type="spellEnd"/>
      <w:r w:rsidR="00845C61">
        <w:t xml:space="preserve"> 1</w:t>
      </w:r>
      <w:r w:rsidRPr="00E10665">
        <w:t>, 11312 Tallinn.</w:t>
      </w:r>
    </w:p>
    <w:p w14:paraId="6F699C3A" w14:textId="77777777" w:rsidR="00845C61" w:rsidRDefault="00845C61" w:rsidP="00C97BEE">
      <w:pPr>
        <w:jc w:val="both"/>
      </w:pPr>
    </w:p>
    <w:p w14:paraId="2B315DA5" w14:textId="77777777" w:rsidR="00C97BEE" w:rsidRDefault="00C97BEE" w:rsidP="00C97BEE">
      <w:pPr>
        <w:jc w:val="both"/>
      </w:pPr>
    </w:p>
    <w:p w14:paraId="595E512F" w14:textId="77777777" w:rsidR="00845C61" w:rsidRDefault="00845C61" w:rsidP="00C97BEE">
      <w:pPr>
        <w:jc w:val="both"/>
      </w:pPr>
    </w:p>
    <w:p w14:paraId="1FE24388" w14:textId="77777777" w:rsidR="00C97BEE" w:rsidRPr="000B4424" w:rsidRDefault="00C97BEE" w:rsidP="00C97BEE">
      <w:pPr>
        <w:jc w:val="both"/>
      </w:pPr>
    </w:p>
    <w:p w14:paraId="464581E9" w14:textId="77777777" w:rsidR="00C97BEE" w:rsidRPr="000B4424" w:rsidRDefault="00C97BEE" w:rsidP="00C97BEE">
      <w:pPr>
        <w:jc w:val="both"/>
      </w:pPr>
      <w:proofErr w:type="spellStart"/>
      <w:r w:rsidRPr="000B4424">
        <w:t>Lugupidamisega</w:t>
      </w:r>
      <w:proofErr w:type="spellEnd"/>
    </w:p>
    <w:p w14:paraId="1D004AC1" w14:textId="77777777" w:rsidR="00BA083A" w:rsidRPr="0010260D" w:rsidRDefault="00BA083A" w:rsidP="00E00803">
      <w:pPr>
        <w:pStyle w:val="Numbering"/>
        <w:numPr>
          <w:ilvl w:val="0"/>
          <w:numId w:val="0"/>
        </w:numPr>
        <w:spacing w:after="120"/>
        <w:ind w:left="567"/>
      </w:pPr>
    </w:p>
    <w:p w14:paraId="136D84F6" w14:textId="577A5632" w:rsidR="005C1D4D" w:rsidRDefault="00845C61" w:rsidP="00E00803">
      <w:pPr>
        <w:autoSpaceDE w:val="0"/>
        <w:autoSpaceDN w:val="0"/>
        <w:adjustRightInd w:val="0"/>
        <w:spacing w:after="180"/>
        <w:rPr>
          <w:sz w:val="22"/>
          <w:lang w:val="en-GB"/>
        </w:rPr>
      </w:pPr>
      <w:r>
        <w:rPr>
          <w:sz w:val="22"/>
          <w:lang w:val="en-GB"/>
        </w:rPr>
        <w:t>Virgot Toover</w:t>
      </w:r>
    </w:p>
    <w:p w14:paraId="238D7933" w14:textId="5CFD81DB" w:rsidR="00845C61" w:rsidRDefault="00845C61" w:rsidP="00E00803">
      <w:pPr>
        <w:autoSpaceDE w:val="0"/>
        <w:autoSpaceDN w:val="0"/>
        <w:adjustRightInd w:val="0"/>
        <w:spacing w:after="180"/>
        <w:rPr>
          <w:sz w:val="22"/>
          <w:lang w:val="en-GB"/>
        </w:rPr>
      </w:pPr>
      <w:proofErr w:type="spellStart"/>
      <w:r>
        <w:rPr>
          <w:sz w:val="22"/>
          <w:lang w:val="en-GB"/>
        </w:rPr>
        <w:t>Juhatuse</w:t>
      </w:r>
      <w:proofErr w:type="spellEnd"/>
      <w:r>
        <w:rPr>
          <w:sz w:val="22"/>
          <w:lang w:val="en-GB"/>
        </w:rPr>
        <w:t xml:space="preserve"> </w:t>
      </w:r>
      <w:proofErr w:type="spellStart"/>
      <w:r>
        <w:rPr>
          <w:sz w:val="22"/>
          <w:lang w:val="en-GB"/>
        </w:rPr>
        <w:t>liige</w:t>
      </w:r>
      <w:proofErr w:type="spellEnd"/>
    </w:p>
    <w:p w14:paraId="2F957D9D" w14:textId="3A789CFA" w:rsidR="00845C61" w:rsidRPr="00E00803" w:rsidRDefault="00845C61" w:rsidP="00E00803">
      <w:pPr>
        <w:autoSpaceDE w:val="0"/>
        <w:autoSpaceDN w:val="0"/>
        <w:adjustRightInd w:val="0"/>
        <w:spacing w:after="180"/>
        <w:rPr>
          <w:sz w:val="22"/>
          <w:lang w:val="en-GB"/>
        </w:rPr>
      </w:pPr>
      <w:r>
        <w:rPr>
          <w:sz w:val="22"/>
          <w:lang w:val="en-GB"/>
        </w:rPr>
        <w:t>/</w:t>
      </w:r>
      <w:proofErr w:type="spellStart"/>
      <w:proofErr w:type="gramStart"/>
      <w:r>
        <w:rPr>
          <w:sz w:val="22"/>
          <w:lang w:val="en-GB"/>
        </w:rPr>
        <w:t>allkirjastatud</w:t>
      </w:r>
      <w:proofErr w:type="spellEnd"/>
      <w:proofErr w:type="gramEnd"/>
      <w:r>
        <w:rPr>
          <w:sz w:val="22"/>
          <w:lang w:val="en-GB"/>
        </w:rPr>
        <w:t xml:space="preserve"> </w:t>
      </w:r>
      <w:proofErr w:type="spellStart"/>
      <w:r>
        <w:rPr>
          <w:sz w:val="22"/>
          <w:lang w:val="en-GB"/>
        </w:rPr>
        <w:t>digitaalselt</w:t>
      </w:r>
      <w:proofErr w:type="spellEnd"/>
      <w:r>
        <w:rPr>
          <w:sz w:val="22"/>
          <w:lang w:val="en-GB"/>
        </w:rPr>
        <w:t>/</w:t>
      </w:r>
    </w:p>
    <w:sectPr w:rsidR="00845C61" w:rsidRPr="00E00803" w:rsidSect="00EE1C33">
      <w:footerReference w:type="default" r:id="rId9"/>
      <w:headerReference w:type="first" r:id="rId10"/>
      <w:footerReference w:type="first" r:id="rId11"/>
      <w:endnotePr>
        <w:numFmt w:val="decimal"/>
      </w:endnotePr>
      <w:pgSz w:w="12240" w:h="15840"/>
      <w:pgMar w:top="2268" w:right="2019" w:bottom="2087" w:left="167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2B085" w14:textId="77777777" w:rsidR="00A6229C" w:rsidRDefault="00A6229C">
      <w:r>
        <w:separator/>
      </w:r>
    </w:p>
  </w:endnote>
  <w:endnote w:type="continuationSeparator" w:id="0">
    <w:p w14:paraId="586AFE4D" w14:textId="77777777" w:rsidR="00A6229C" w:rsidRDefault="00A6229C">
      <w:r>
        <w:continuationSeparator/>
      </w:r>
    </w:p>
  </w:endnote>
  <w:endnote w:type="continuationNotice" w:id="1">
    <w:p w14:paraId="7E4F9613" w14:textId="77777777" w:rsidR="00A6229C" w:rsidRDefault="00A622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28298" w14:textId="77777777" w:rsidR="009C114A" w:rsidRPr="001C43B3" w:rsidRDefault="009C114A" w:rsidP="001C43B3">
    <w:pPr>
      <w:pStyle w:val="Footer"/>
      <w:tabs>
        <w:tab w:val="clear" w:pos="9406"/>
        <w:tab w:val="right" w:pos="8505"/>
      </w:tabs>
      <w:rPr>
        <w:sz w:val="16"/>
        <w:szCs w:val="16"/>
        <w:lang w:val="en-GB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4382"/>
    </w:tblGrid>
    <w:tr w:rsidR="009C114A" w:rsidRPr="00C86657" w14:paraId="60D9E9BF" w14:textId="77777777" w:rsidTr="00C86657">
      <w:tc>
        <w:tcPr>
          <w:tcW w:w="4382" w:type="dxa"/>
        </w:tcPr>
        <w:p w14:paraId="6EA8E805" w14:textId="77777777" w:rsidR="009C114A" w:rsidRPr="00C86657" w:rsidRDefault="009C114A" w:rsidP="001C43B3">
          <w:pPr>
            <w:pStyle w:val="Footer"/>
            <w:rPr>
              <w:sz w:val="16"/>
              <w:szCs w:val="16"/>
              <w:lang w:val="en-GB"/>
            </w:rPr>
          </w:pPr>
        </w:p>
      </w:tc>
    </w:tr>
    <w:tr w:rsidR="009C114A" w:rsidRPr="00C86657" w14:paraId="668F4DD7" w14:textId="77777777" w:rsidTr="00C86657">
      <w:tc>
        <w:tcPr>
          <w:tcW w:w="4382" w:type="dxa"/>
        </w:tcPr>
        <w:p w14:paraId="22E92DD0" w14:textId="77777777" w:rsidR="009C114A" w:rsidRPr="00C86657" w:rsidRDefault="009C114A" w:rsidP="00C613CA">
          <w:pPr>
            <w:pStyle w:val="Footer"/>
            <w:tabs>
              <w:tab w:val="clear" w:pos="9406"/>
              <w:tab w:val="right" w:pos="8505"/>
            </w:tabs>
            <w:rPr>
              <w:sz w:val="16"/>
              <w:szCs w:val="16"/>
              <w:lang w:val="en-GB"/>
            </w:rPr>
          </w:pPr>
        </w:p>
      </w:tc>
    </w:tr>
  </w:tbl>
  <w:p w14:paraId="22AA23AC" w14:textId="3F600314" w:rsidR="009C114A" w:rsidRDefault="009C114A">
    <w:pPr>
      <w:pStyle w:val="Footer"/>
      <w:tabs>
        <w:tab w:val="clear" w:pos="9406"/>
        <w:tab w:val="right" w:pos="8505"/>
      </w:tabs>
      <w:rPr>
        <w:sz w:val="22"/>
      </w:rPr>
    </w:pPr>
    <w:r>
      <w:rPr>
        <w:sz w:val="22"/>
      </w:rPr>
      <w:tab/>
    </w:r>
    <w:r>
      <w:rPr>
        <w:sz w:val="22"/>
      </w:rPr>
      <w:tab/>
      <w:t xml:space="preserve">Page </w:t>
    </w:r>
    <w:r>
      <w:rPr>
        <w:sz w:val="22"/>
      </w:rPr>
      <w:fldChar w:fldCharType="begin"/>
    </w:r>
    <w:r>
      <w:rPr>
        <w:sz w:val="22"/>
      </w:rPr>
      <w:instrText xml:space="preserve"> PAGE </w:instrText>
    </w:r>
    <w:r>
      <w:rPr>
        <w:sz w:val="22"/>
      </w:rPr>
      <w:fldChar w:fldCharType="separate"/>
    </w:r>
    <w:r w:rsidR="00490883">
      <w:rPr>
        <w:noProof/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of </w:t>
    </w:r>
    <w:r>
      <w:rPr>
        <w:sz w:val="22"/>
      </w:rPr>
      <w:fldChar w:fldCharType="begin"/>
    </w:r>
    <w:r>
      <w:rPr>
        <w:sz w:val="22"/>
      </w:rPr>
      <w:instrText xml:space="preserve"> NUMPAGES </w:instrText>
    </w:r>
    <w:r>
      <w:rPr>
        <w:sz w:val="22"/>
      </w:rPr>
      <w:fldChar w:fldCharType="separate"/>
    </w:r>
    <w:r w:rsidR="00490883">
      <w:rPr>
        <w:noProof/>
        <w:sz w:val="22"/>
      </w:rPr>
      <w:t>10</w:t>
    </w:r>
    <w:r>
      <w:rPr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E4ECD" w14:textId="6162E371" w:rsidR="009C114A" w:rsidRDefault="009C114A" w:rsidP="00015E00">
    <w:pPr>
      <w:pStyle w:val="Footer"/>
      <w:tabs>
        <w:tab w:val="clear" w:pos="9406"/>
        <w:tab w:val="right" w:pos="8505"/>
      </w:tabs>
      <w:rPr>
        <w:sz w:val="22"/>
      </w:rPr>
    </w:pPr>
    <w:r>
      <w:rPr>
        <w:sz w:val="22"/>
      </w:rPr>
      <w:tab/>
    </w:r>
    <w:r>
      <w:rPr>
        <w:sz w:val="22"/>
      </w:rPr>
      <w:tab/>
      <w:t xml:space="preserve">Page </w:t>
    </w:r>
    <w:r>
      <w:rPr>
        <w:sz w:val="22"/>
      </w:rPr>
      <w:fldChar w:fldCharType="begin"/>
    </w:r>
    <w:r>
      <w:rPr>
        <w:sz w:val="22"/>
      </w:rPr>
      <w:instrText xml:space="preserve"> PAGE </w:instrText>
    </w:r>
    <w:r>
      <w:rPr>
        <w:sz w:val="22"/>
      </w:rPr>
      <w:fldChar w:fldCharType="separate"/>
    </w:r>
    <w:r w:rsidR="000F2F72">
      <w:rPr>
        <w:noProof/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of </w:t>
    </w:r>
    <w:r>
      <w:rPr>
        <w:sz w:val="22"/>
      </w:rPr>
      <w:fldChar w:fldCharType="begin"/>
    </w:r>
    <w:r>
      <w:rPr>
        <w:sz w:val="22"/>
      </w:rPr>
      <w:instrText xml:space="preserve"> NUMPAGES </w:instrText>
    </w:r>
    <w:r>
      <w:rPr>
        <w:sz w:val="22"/>
      </w:rPr>
      <w:fldChar w:fldCharType="separate"/>
    </w:r>
    <w:r w:rsidR="00381E9D">
      <w:rPr>
        <w:noProof/>
        <w:sz w:val="22"/>
      </w:rPr>
      <w:t>7</w:t>
    </w:r>
    <w:r w:rsidR="000F2F72">
      <w:rPr>
        <w:noProof/>
        <w:sz w:val="22"/>
      </w:rPr>
      <w:t>29</w:t>
    </w:r>
    <w:r>
      <w:rPr>
        <w:sz w:val="22"/>
      </w:rPr>
      <w:fldChar w:fldCharType="end"/>
    </w:r>
  </w:p>
  <w:p w14:paraId="79E1E550" w14:textId="77777777" w:rsidR="009C114A" w:rsidRDefault="009C11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89B11" w14:textId="77777777" w:rsidR="00A6229C" w:rsidRDefault="00A6229C">
      <w:r>
        <w:separator/>
      </w:r>
    </w:p>
  </w:footnote>
  <w:footnote w:type="continuationSeparator" w:id="0">
    <w:p w14:paraId="315B75C1" w14:textId="77777777" w:rsidR="00A6229C" w:rsidRDefault="00A6229C">
      <w:r>
        <w:continuationSeparator/>
      </w:r>
    </w:p>
  </w:footnote>
  <w:footnote w:type="continuationNotice" w:id="1">
    <w:p w14:paraId="3A5F17C2" w14:textId="77777777" w:rsidR="00A6229C" w:rsidRDefault="00A622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02756" w14:textId="77777777" w:rsidR="00EE1C33" w:rsidRDefault="00EE1C33" w:rsidP="00EE1C33">
    <w:pPr>
      <w:pStyle w:val="Header"/>
      <w:ind w:left="6663"/>
    </w:pPr>
  </w:p>
  <w:p w14:paraId="4F9A6754" w14:textId="5194C606" w:rsidR="00EE1C33" w:rsidRDefault="00EE1C33" w:rsidP="006344BC">
    <w:pPr>
      <w:pStyle w:val="Header"/>
      <w:jc w:val="both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87ADAC8" wp14:editId="3C27EBEB">
          <wp:simplePos x="0" y="0"/>
          <wp:positionH relativeFrom="page">
            <wp:posOffset>914400</wp:posOffset>
          </wp:positionH>
          <wp:positionV relativeFrom="page">
            <wp:posOffset>529590</wp:posOffset>
          </wp:positionV>
          <wp:extent cx="2089150" cy="359410"/>
          <wp:effectExtent l="0" t="0" r="6350" b="2540"/>
          <wp:wrapNone/>
          <wp:docPr id="1354880099" name="Picture 1354880099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1" descr="A black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915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7AD3DC" w14:textId="77777777" w:rsidR="00EE1C33" w:rsidRDefault="00EE1C33" w:rsidP="00EE1C33">
    <w:pPr>
      <w:pStyle w:val="Header"/>
      <w:ind w:left="6663"/>
    </w:pPr>
  </w:p>
  <w:p w14:paraId="101E90AB" w14:textId="77777777" w:rsidR="00EE1C33" w:rsidRDefault="00EE1C33" w:rsidP="00EE1C33">
    <w:pPr>
      <w:pStyle w:val="Header"/>
      <w:ind w:left="6663"/>
    </w:pPr>
    <w:r>
      <w:rPr>
        <w:rFonts w:cstheme="minorHAnsi"/>
        <w:sz w:val="14"/>
        <w:szCs w:val="14"/>
      </w:rPr>
      <w:t>Majorel Estonia OÜ</w:t>
    </w:r>
  </w:p>
  <w:p w14:paraId="7FA09967" w14:textId="77777777" w:rsidR="00EE1C33" w:rsidRPr="0062184B" w:rsidRDefault="00EE1C33" w:rsidP="00EE1C33">
    <w:pPr>
      <w:pStyle w:val="Header"/>
      <w:ind w:left="6663"/>
      <w:rPr>
        <w:rFonts w:cstheme="minorHAnsi"/>
        <w:sz w:val="14"/>
        <w:szCs w:val="14"/>
      </w:rPr>
    </w:pPr>
    <w:proofErr w:type="spellStart"/>
    <w:r>
      <w:rPr>
        <w:rFonts w:cstheme="minorHAnsi"/>
        <w:sz w:val="14"/>
        <w:szCs w:val="14"/>
      </w:rPr>
      <w:t>Jalgpalli</w:t>
    </w:r>
    <w:proofErr w:type="spellEnd"/>
    <w:r>
      <w:rPr>
        <w:rFonts w:cstheme="minorHAnsi"/>
        <w:sz w:val="14"/>
        <w:szCs w:val="14"/>
      </w:rPr>
      <w:t xml:space="preserve"> 1</w:t>
    </w:r>
  </w:p>
  <w:p w14:paraId="4F2A07D7" w14:textId="77777777" w:rsidR="00EE1C33" w:rsidRDefault="00EE1C33" w:rsidP="00EE1C33">
    <w:pPr>
      <w:pStyle w:val="Header"/>
      <w:ind w:left="6663"/>
      <w:rPr>
        <w:rFonts w:cstheme="minorHAnsi"/>
        <w:sz w:val="14"/>
        <w:szCs w:val="14"/>
      </w:rPr>
    </w:pPr>
    <w:r>
      <w:rPr>
        <w:rFonts w:cstheme="minorHAnsi"/>
        <w:sz w:val="14"/>
        <w:szCs w:val="14"/>
      </w:rPr>
      <w:t>11312 Tallinn</w:t>
    </w:r>
  </w:p>
  <w:p w14:paraId="1A7BB406" w14:textId="77777777" w:rsidR="00EE1C33" w:rsidRPr="00EE1C33" w:rsidRDefault="00EE1C33" w:rsidP="00EE1C33">
    <w:pPr>
      <w:pStyle w:val="Header"/>
      <w:ind w:left="6663"/>
      <w:rPr>
        <w:rFonts w:cstheme="minorHAnsi"/>
        <w:sz w:val="14"/>
        <w:szCs w:val="14"/>
      </w:rPr>
    </w:pPr>
    <w:r>
      <w:rPr>
        <w:rFonts w:cstheme="minorHAnsi"/>
        <w:sz w:val="14"/>
        <w:szCs w:val="14"/>
      </w:rPr>
      <w:t>Estonia</w:t>
    </w:r>
  </w:p>
  <w:p w14:paraId="16B619C2" w14:textId="77777777" w:rsidR="00EE1C33" w:rsidRDefault="00EE1C33" w:rsidP="00EE1C33">
    <w:pPr>
      <w:pStyle w:val="Header"/>
      <w:ind w:left="6663"/>
    </w:pPr>
  </w:p>
  <w:p w14:paraId="6306D734" w14:textId="77777777" w:rsidR="00EE1C33" w:rsidRDefault="00EE1C33" w:rsidP="00EE1C33">
    <w:pPr>
      <w:autoSpaceDE w:val="0"/>
      <w:autoSpaceDN w:val="0"/>
      <w:adjustRightInd w:val="0"/>
    </w:pPr>
    <w:r w:rsidRPr="00DB0B23">
      <w:rPr>
        <w:rFonts w:cstheme="minorHAnsi"/>
        <w:sz w:val="14"/>
        <w:szCs w:val="14"/>
      </w:rPr>
      <w:t xml:space="preserve">Majorel </w:t>
    </w:r>
    <w:r>
      <w:rPr>
        <w:rFonts w:cstheme="minorHAnsi"/>
        <w:sz w:val="14"/>
        <w:szCs w:val="14"/>
      </w:rPr>
      <w:t>Estonia OÜ</w:t>
    </w:r>
    <w:r w:rsidRPr="0062184B">
      <w:rPr>
        <w:rFonts w:cstheme="minorHAnsi"/>
        <w:sz w:val="14"/>
        <w:szCs w:val="14"/>
        <w:lang w:val="et-EE"/>
      </w:rPr>
      <w:t>│</w:t>
    </w:r>
    <w:r w:rsidRPr="00DB0B23">
      <w:t xml:space="preserve"> </w:t>
    </w:r>
    <w:r>
      <w:rPr>
        <w:rFonts w:cstheme="minorHAnsi"/>
        <w:sz w:val="14"/>
        <w:szCs w:val="14"/>
        <w:lang w:val="et-EE"/>
      </w:rPr>
      <w:t>Jalgpalli 1</w:t>
    </w:r>
    <w:r w:rsidRPr="0062184B">
      <w:rPr>
        <w:rFonts w:cstheme="minorHAnsi"/>
        <w:sz w:val="14"/>
        <w:szCs w:val="14"/>
        <w:lang w:val="et-EE"/>
      </w:rPr>
      <w:t>│</w:t>
    </w:r>
    <w:r w:rsidRPr="00087FCA">
      <w:rPr>
        <w:rFonts w:cstheme="minorHAnsi"/>
        <w:sz w:val="14"/>
        <w:szCs w:val="14"/>
        <w:lang w:val="et-EE"/>
      </w:rPr>
      <w:t xml:space="preserve"> </w:t>
    </w:r>
    <w:r>
      <w:rPr>
        <w:rFonts w:cstheme="minorHAnsi"/>
        <w:sz w:val="14"/>
        <w:szCs w:val="14"/>
        <w:lang w:val="et-EE"/>
      </w:rPr>
      <w:t>11312 Tallinn</w:t>
    </w:r>
  </w:p>
  <w:p w14:paraId="4193450F" w14:textId="77777777" w:rsidR="00EE1C33" w:rsidRDefault="00EE1C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30B15"/>
    <w:multiLevelType w:val="multilevel"/>
    <w:tmpl w:val="B98E0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lowerLetter"/>
      <w:lvlText w:val="(%2)"/>
      <w:lvlJc w:val="righ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" w15:restartNumberingAfterBreak="0">
    <w:nsid w:val="14454378"/>
    <w:multiLevelType w:val="hybridMultilevel"/>
    <w:tmpl w:val="07DE232E"/>
    <w:lvl w:ilvl="0" w:tplc="853E45C6">
      <w:start w:val="1"/>
      <w:numFmt w:val="lowerLetter"/>
      <w:lvlText w:val="(%1)"/>
      <w:lvlJc w:val="left"/>
      <w:pPr>
        <w:ind w:left="927" w:hanging="360"/>
      </w:pPr>
      <w:rPr>
        <w:rFonts w:ascii="Times" w:hAnsi="Times" w:hint="default"/>
        <w:b/>
        <w:i w:val="0"/>
        <w:strike w:val="0"/>
        <w:dstrike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6F56A67"/>
    <w:multiLevelType w:val="hybridMultilevel"/>
    <w:tmpl w:val="3E9EBF96"/>
    <w:lvl w:ilvl="0" w:tplc="26AE3242">
      <w:start w:val="1"/>
      <w:numFmt w:val="upperLetter"/>
      <w:pStyle w:val="Heading4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0000FF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132389"/>
    <w:multiLevelType w:val="hybridMultilevel"/>
    <w:tmpl w:val="4D8EAB12"/>
    <w:lvl w:ilvl="0" w:tplc="17627DDE">
      <w:start w:val="1"/>
      <w:numFmt w:val="lowerLetter"/>
      <w:lvlText w:val="(%1)"/>
      <w:lvlJc w:val="left"/>
      <w:pPr>
        <w:ind w:left="927" w:hanging="360"/>
      </w:pPr>
      <w:rPr>
        <w:rFonts w:ascii="Times" w:hAnsi="Times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DE60793"/>
    <w:multiLevelType w:val="multilevel"/>
    <w:tmpl w:val="442A8F20"/>
    <w:lvl w:ilvl="0">
      <w:start w:val="1"/>
      <w:numFmt w:val="decimal"/>
      <w:pStyle w:val="Numbering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A36E65"/>
    <w:multiLevelType w:val="hybridMultilevel"/>
    <w:tmpl w:val="021656AE"/>
    <w:lvl w:ilvl="0" w:tplc="43E887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B7309"/>
    <w:multiLevelType w:val="multilevel"/>
    <w:tmpl w:val="5C4E7DC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45BB6BFF"/>
    <w:multiLevelType w:val="multilevel"/>
    <w:tmpl w:val="5C4E7DC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4A560514"/>
    <w:multiLevelType w:val="hybridMultilevel"/>
    <w:tmpl w:val="23DC2C30"/>
    <w:lvl w:ilvl="0" w:tplc="17627DDE">
      <w:start w:val="1"/>
      <w:numFmt w:val="lowerLetter"/>
      <w:lvlText w:val="(%1)"/>
      <w:lvlJc w:val="left"/>
      <w:pPr>
        <w:ind w:left="927" w:hanging="360"/>
      </w:pPr>
      <w:rPr>
        <w:rFonts w:ascii="Times" w:hAnsi="Times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1810B2B"/>
    <w:multiLevelType w:val="hybridMultilevel"/>
    <w:tmpl w:val="CAC80C24"/>
    <w:lvl w:ilvl="0" w:tplc="B2807E94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i w:val="0"/>
      </w:rPr>
    </w:lvl>
    <w:lvl w:ilvl="1" w:tplc="A6ACA1FC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04791"/>
    <w:multiLevelType w:val="hybridMultilevel"/>
    <w:tmpl w:val="84AA0ED0"/>
    <w:lvl w:ilvl="0" w:tplc="17627DDE">
      <w:start w:val="1"/>
      <w:numFmt w:val="lowerLetter"/>
      <w:lvlText w:val="(%1)"/>
      <w:lvlJc w:val="left"/>
      <w:pPr>
        <w:ind w:left="927" w:hanging="360"/>
      </w:pPr>
      <w:rPr>
        <w:rFonts w:ascii="Times" w:hAnsi="Times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8807422"/>
    <w:multiLevelType w:val="hybridMultilevel"/>
    <w:tmpl w:val="17BCFD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721A50"/>
    <w:multiLevelType w:val="hybridMultilevel"/>
    <w:tmpl w:val="6D18B8A0"/>
    <w:lvl w:ilvl="0" w:tplc="5A665AF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A6ACA1FC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151DC7"/>
    <w:multiLevelType w:val="hybridMultilevel"/>
    <w:tmpl w:val="BCA2241A"/>
    <w:lvl w:ilvl="0" w:tplc="08090001">
      <w:start w:val="1"/>
      <w:numFmt w:val="bullet"/>
      <w:pStyle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090003">
      <w:start w:val="1"/>
      <w:numFmt w:val="lowerRoman"/>
      <w:lvlText w:val="%2."/>
      <w:lvlJc w:val="righ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627729A2"/>
    <w:multiLevelType w:val="hybridMultilevel"/>
    <w:tmpl w:val="B0902CEA"/>
    <w:lvl w:ilvl="0" w:tplc="17627DDE">
      <w:start w:val="1"/>
      <w:numFmt w:val="lowerLetter"/>
      <w:lvlText w:val="(%1)"/>
      <w:lvlJc w:val="left"/>
      <w:pPr>
        <w:ind w:left="360" w:hanging="360"/>
      </w:pPr>
      <w:rPr>
        <w:rFonts w:ascii="Times" w:hAnsi="Times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3E63C5"/>
    <w:multiLevelType w:val="multilevel"/>
    <w:tmpl w:val="AD9CEAAC"/>
    <w:lvl w:ilvl="0">
      <w:start w:val="1"/>
      <w:numFmt w:val="none"/>
      <w:pStyle w:val="ListBullet"/>
      <w:lvlText w:val=""/>
      <w:legacy w:legacy="1" w:legacySpace="0" w:legacyIndent="284"/>
      <w:lvlJc w:val="left"/>
      <w:pPr>
        <w:ind w:left="1148" w:hanging="284"/>
      </w:pPr>
      <w:rPr>
        <w:rFonts w:ascii="Wingdings" w:hAnsi="Wingdings" w:hint="default"/>
        <w:sz w:val="1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1508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868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2228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588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948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3308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668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4028" w:hanging="360"/>
      </w:pPr>
      <w:rPr>
        <w:rFonts w:ascii="Wingdings" w:hAnsi="Wingdings" w:hint="default"/>
      </w:rPr>
    </w:lvl>
  </w:abstractNum>
  <w:abstractNum w:abstractNumId="16" w15:restartNumberingAfterBreak="0">
    <w:nsid w:val="76003E75"/>
    <w:multiLevelType w:val="hybridMultilevel"/>
    <w:tmpl w:val="91FA90B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/>
        <w:i w:val="0"/>
        <w:strike w:val="0"/>
        <w:dstrike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70F4002"/>
    <w:multiLevelType w:val="hybridMultilevel"/>
    <w:tmpl w:val="8B023AF4"/>
    <w:lvl w:ilvl="0" w:tplc="5350BEC4">
      <w:start w:val="1"/>
      <w:numFmt w:val="lowerLetter"/>
      <w:pStyle w:val="StyleNumberIndentsBold1"/>
      <w:lvlText w:val="(%1)"/>
      <w:lvlJc w:val="left"/>
      <w:pPr>
        <w:ind w:left="720" w:hanging="360"/>
      </w:pPr>
      <w:rPr>
        <w:rFonts w:ascii="Times" w:hAnsi="Times" w:hint="default"/>
        <w:b/>
        <w:i w:val="0"/>
        <w:strike w:val="0"/>
        <w:dstrike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144197">
    <w:abstractNumId w:val="4"/>
  </w:num>
  <w:num w:numId="2" w16cid:durableId="1567641250">
    <w:abstractNumId w:val="2"/>
  </w:num>
  <w:num w:numId="3" w16cid:durableId="419327916">
    <w:abstractNumId w:val="15"/>
  </w:num>
  <w:num w:numId="4" w16cid:durableId="660352426">
    <w:abstractNumId w:val="13"/>
  </w:num>
  <w:num w:numId="5" w16cid:durableId="281769500">
    <w:abstractNumId w:val="0"/>
  </w:num>
  <w:num w:numId="6" w16cid:durableId="156729317">
    <w:abstractNumId w:val="11"/>
  </w:num>
  <w:num w:numId="7" w16cid:durableId="1550142031">
    <w:abstractNumId w:val="7"/>
  </w:num>
  <w:num w:numId="8" w16cid:durableId="729228219">
    <w:abstractNumId w:val="6"/>
  </w:num>
  <w:num w:numId="9" w16cid:durableId="75132358">
    <w:abstractNumId w:val="9"/>
  </w:num>
  <w:num w:numId="10" w16cid:durableId="1534265512">
    <w:abstractNumId w:val="17"/>
  </w:num>
  <w:num w:numId="11" w16cid:durableId="537475997">
    <w:abstractNumId w:val="1"/>
  </w:num>
  <w:num w:numId="12" w16cid:durableId="1268196138">
    <w:abstractNumId w:val="10"/>
  </w:num>
  <w:num w:numId="13" w16cid:durableId="1605916863">
    <w:abstractNumId w:val="3"/>
  </w:num>
  <w:num w:numId="14" w16cid:durableId="1660689615">
    <w:abstractNumId w:val="14"/>
  </w:num>
  <w:num w:numId="15" w16cid:durableId="827525945">
    <w:abstractNumId w:val="8"/>
  </w:num>
  <w:num w:numId="16" w16cid:durableId="1775855749">
    <w:abstractNumId w:val="16"/>
  </w:num>
  <w:num w:numId="17" w16cid:durableId="1930238227">
    <w:abstractNumId w:val="12"/>
  </w:num>
  <w:num w:numId="18" w16cid:durableId="1064257074">
    <w:abstractNumId w:val="5"/>
  </w:num>
  <w:num w:numId="19" w16cid:durableId="19287347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6FD"/>
    <w:rsid w:val="000008B2"/>
    <w:rsid w:val="00000B08"/>
    <w:rsid w:val="0000192D"/>
    <w:rsid w:val="00001957"/>
    <w:rsid w:val="000021B4"/>
    <w:rsid w:val="000056F3"/>
    <w:rsid w:val="00006336"/>
    <w:rsid w:val="00006647"/>
    <w:rsid w:val="000075E1"/>
    <w:rsid w:val="00010837"/>
    <w:rsid w:val="00010A0A"/>
    <w:rsid w:val="00010E14"/>
    <w:rsid w:val="00011EB2"/>
    <w:rsid w:val="00012A6D"/>
    <w:rsid w:val="0001509C"/>
    <w:rsid w:val="00015362"/>
    <w:rsid w:val="00015A8D"/>
    <w:rsid w:val="00015E00"/>
    <w:rsid w:val="000217A3"/>
    <w:rsid w:val="0002199F"/>
    <w:rsid w:val="00022BB3"/>
    <w:rsid w:val="00023ABD"/>
    <w:rsid w:val="000255ED"/>
    <w:rsid w:val="00025B9A"/>
    <w:rsid w:val="00027889"/>
    <w:rsid w:val="00027C11"/>
    <w:rsid w:val="00027F3D"/>
    <w:rsid w:val="00030086"/>
    <w:rsid w:val="000303F9"/>
    <w:rsid w:val="00031111"/>
    <w:rsid w:val="000316F0"/>
    <w:rsid w:val="00031892"/>
    <w:rsid w:val="00034FB6"/>
    <w:rsid w:val="0003636B"/>
    <w:rsid w:val="00037A40"/>
    <w:rsid w:val="00040559"/>
    <w:rsid w:val="00040DE1"/>
    <w:rsid w:val="00042AF0"/>
    <w:rsid w:val="00043A5A"/>
    <w:rsid w:val="00043CA3"/>
    <w:rsid w:val="000441A7"/>
    <w:rsid w:val="00044265"/>
    <w:rsid w:val="00044911"/>
    <w:rsid w:val="00045963"/>
    <w:rsid w:val="00045B88"/>
    <w:rsid w:val="00045B8B"/>
    <w:rsid w:val="00045F24"/>
    <w:rsid w:val="00047048"/>
    <w:rsid w:val="00047F14"/>
    <w:rsid w:val="000505A8"/>
    <w:rsid w:val="00050E1A"/>
    <w:rsid w:val="0005141C"/>
    <w:rsid w:val="00051F02"/>
    <w:rsid w:val="00053765"/>
    <w:rsid w:val="00056C4F"/>
    <w:rsid w:val="00060436"/>
    <w:rsid w:val="000606B7"/>
    <w:rsid w:val="0006089E"/>
    <w:rsid w:val="000610E2"/>
    <w:rsid w:val="000613AC"/>
    <w:rsid w:val="00063583"/>
    <w:rsid w:val="00063AFD"/>
    <w:rsid w:val="00064534"/>
    <w:rsid w:val="00065049"/>
    <w:rsid w:val="00070365"/>
    <w:rsid w:val="000706AE"/>
    <w:rsid w:val="0007143E"/>
    <w:rsid w:val="00071BD7"/>
    <w:rsid w:val="0007210D"/>
    <w:rsid w:val="0007287F"/>
    <w:rsid w:val="00072DB2"/>
    <w:rsid w:val="00074492"/>
    <w:rsid w:val="00075047"/>
    <w:rsid w:val="00077D36"/>
    <w:rsid w:val="00080324"/>
    <w:rsid w:val="00080BB0"/>
    <w:rsid w:val="00081914"/>
    <w:rsid w:val="00081D45"/>
    <w:rsid w:val="000825E8"/>
    <w:rsid w:val="00082DAD"/>
    <w:rsid w:val="00083E4F"/>
    <w:rsid w:val="00084FAF"/>
    <w:rsid w:val="00093AB6"/>
    <w:rsid w:val="00093D4F"/>
    <w:rsid w:val="000942D2"/>
    <w:rsid w:val="00096759"/>
    <w:rsid w:val="000978E2"/>
    <w:rsid w:val="000A054F"/>
    <w:rsid w:val="000A1244"/>
    <w:rsid w:val="000A20B4"/>
    <w:rsid w:val="000A27FD"/>
    <w:rsid w:val="000A2C13"/>
    <w:rsid w:val="000A33B3"/>
    <w:rsid w:val="000A3C40"/>
    <w:rsid w:val="000A4065"/>
    <w:rsid w:val="000A4AB1"/>
    <w:rsid w:val="000A5758"/>
    <w:rsid w:val="000A60C2"/>
    <w:rsid w:val="000A6CED"/>
    <w:rsid w:val="000B0166"/>
    <w:rsid w:val="000B0454"/>
    <w:rsid w:val="000B081E"/>
    <w:rsid w:val="000B0F52"/>
    <w:rsid w:val="000B205D"/>
    <w:rsid w:val="000B26A8"/>
    <w:rsid w:val="000B3E30"/>
    <w:rsid w:val="000B503D"/>
    <w:rsid w:val="000B5C02"/>
    <w:rsid w:val="000B711C"/>
    <w:rsid w:val="000B7209"/>
    <w:rsid w:val="000B7954"/>
    <w:rsid w:val="000C04F7"/>
    <w:rsid w:val="000C2973"/>
    <w:rsid w:val="000C367E"/>
    <w:rsid w:val="000C3F0B"/>
    <w:rsid w:val="000C4795"/>
    <w:rsid w:val="000C7E5C"/>
    <w:rsid w:val="000C7F95"/>
    <w:rsid w:val="000C7FC8"/>
    <w:rsid w:val="000D114D"/>
    <w:rsid w:val="000D2428"/>
    <w:rsid w:val="000D3AD8"/>
    <w:rsid w:val="000D5377"/>
    <w:rsid w:val="000D67DF"/>
    <w:rsid w:val="000D6C32"/>
    <w:rsid w:val="000D6E7A"/>
    <w:rsid w:val="000D7389"/>
    <w:rsid w:val="000D7E00"/>
    <w:rsid w:val="000E1594"/>
    <w:rsid w:val="000E1748"/>
    <w:rsid w:val="000E1C45"/>
    <w:rsid w:val="000E26EB"/>
    <w:rsid w:val="000E4394"/>
    <w:rsid w:val="000E54BF"/>
    <w:rsid w:val="000E5D95"/>
    <w:rsid w:val="000E600E"/>
    <w:rsid w:val="000E714C"/>
    <w:rsid w:val="000E76D4"/>
    <w:rsid w:val="000E7E36"/>
    <w:rsid w:val="000F19DA"/>
    <w:rsid w:val="000F2F72"/>
    <w:rsid w:val="000F38AD"/>
    <w:rsid w:val="000F5E68"/>
    <w:rsid w:val="000F745D"/>
    <w:rsid w:val="000F753F"/>
    <w:rsid w:val="000F77DA"/>
    <w:rsid w:val="000F7ADC"/>
    <w:rsid w:val="000F7F25"/>
    <w:rsid w:val="00101FE5"/>
    <w:rsid w:val="0010260D"/>
    <w:rsid w:val="0010298E"/>
    <w:rsid w:val="0010380D"/>
    <w:rsid w:val="00104BF3"/>
    <w:rsid w:val="00105F67"/>
    <w:rsid w:val="001119C7"/>
    <w:rsid w:val="00111DE6"/>
    <w:rsid w:val="00112099"/>
    <w:rsid w:val="00112B56"/>
    <w:rsid w:val="00114AC4"/>
    <w:rsid w:val="00114D7D"/>
    <w:rsid w:val="00114FC4"/>
    <w:rsid w:val="00117ED1"/>
    <w:rsid w:val="00121E10"/>
    <w:rsid w:val="00122179"/>
    <w:rsid w:val="00123CFC"/>
    <w:rsid w:val="00124344"/>
    <w:rsid w:val="00124543"/>
    <w:rsid w:val="001253AE"/>
    <w:rsid w:val="00126302"/>
    <w:rsid w:val="00126850"/>
    <w:rsid w:val="00126A62"/>
    <w:rsid w:val="00127273"/>
    <w:rsid w:val="00127415"/>
    <w:rsid w:val="00132E38"/>
    <w:rsid w:val="00134798"/>
    <w:rsid w:val="00134848"/>
    <w:rsid w:val="00134946"/>
    <w:rsid w:val="00134B9A"/>
    <w:rsid w:val="00142354"/>
    <w:rsid w:val="001423DB"/>
    <w:rsid w:val="00142A78"/>
    <w:rsid w:val="00142BBD"/>
    <w:rsid w:val="001440FB"/>
    <w:rsid w:val="00144588"/>
    <w:rsid w:val="001449C4"/>
    <w:rsid w:val="00146707"/>
    <w:rsid w:val="00146DD1"/>
    <w:rsid w:val="001477B0"/>
    <w:rsid w:val="00147DBB"/>
    <w:rsid w:val="00147F4D"/>
    <w:rsid w:val="0015117E"/>
    <w:rsid w:val="0015156A"/>
    <w:rsid w:val="00152CAC"/>
    <w:rsid w:val="00153FCA"/>
    <w:rsid w:val="00155204"/>
    <w:rsid w:val="001577DC"/>
    <w:rsid w:val="001579D2"/>
    <w:rsid w:val="00160DBA"/>
    <w:rsid w:val="00161964"/>
    <w:rsid w:val="00161F5F"/>
    <w:rsid w:val="00162177"/>
    <w:rsid w:val="001677D0"/>
    <w:rsid w:val="00167E69"/>
    <w:rsid w:val="001720AF"/>
    <w:rsid w:val="001732BC"/>
    <w:rsid w:val="00173E46"/>
    <w:rsid w:val="001743C7"/>
    <w:rsid w:val="00175D36"/>
    <w:rsid w:val="001766E2"/>
    <w:rsid w:val="00177D62"/>
    <w:rsid w:val="00180914"/>
    <w:rsid w:val="0018233C"/>
    <w:rsid w:val="00186258"/>
    <w:rsid w:val="00186A79"/>
    <w:rsid w:val="00186EAA"/>
    <w:rsid w:val="00190660"/>
    <w:rsid w:val="00192641"/>
    <w:rsid w:val="001940F9"/>
    <w:rsid w:val="00195F2D"/>
    <w:rsid w:val="00197303"/>
    <w:rsid w:val="00197742"/>
    <w:rsid w:val="001A0A98"/>
    <w:rsid w:val="001A228B"/>
    <w:rsid w:val="001A259B"/>
    <w:rsid w:val="001A25D1"/>
    <w:rsid w:val="001A38A2"/>
    <w:rsid w:val="001A3BF0"/>
    <w:rsid w:val="001A540D"/>
    <w:rsid w:val="001A5AD6"/>
    <w:rsid w:val="001A7EE9"/>
    <w:rsid w:val="001B4950"/>
    <w:rsid w:val="001B7663"/>
    <w:rsid w:val="001B78E6"/>
    <w:rsid w:val="001C1563"/>
    <w:rsid w:val="001C1861"/>
    <w:rsid w:val="001C33EC"/>
    <w:rsid w:val="001C3984"/>
    <w:rsid w:val="001C43B3"/>
    <w:rsid w:val="001C464A"/>
    <w:rsid w:val="001D1B41"/>
    <w:rsid w:val="001D216E"/>
    <w:rsid w:val="001D2AEA"/>
    <w:rsid w:val="001D3E4E"/>
    <w:rsid w:val="001D494C"/>
    <w:rsid w:val="001D5879"/>
    <w:rsid w:val="001D62A1"/>
    <w:rsid w:val="001D71E4"/>
    <w:rsid w:val="001D753E"/>
    <w:rsid w:val="001D7FF3"/>
    <w:rsid w:val="001E06D9"/>
    <w:rsid w:val="001E0764"/>
    <w:rsid w:val="001E1E01"/>
    <w:rsid w:val="001E2201"/>
    <w:rsid w:val="001E2BBF"/>
    <w:rsid w:val="001E3E1D"/>
    <w:rsid w:val="001E476F"/>
    <w:rsid w:val="001E7296"/>
    <w:rsid w:val="001E7BFE"/>
    <w:rsid w:val="001F14DC"/>
    <w:rsid w:val="001F2322"/>
    <w:rsid w:val="001F2626"/>
    <w:rsid w:val="001F3885"/>
    <w:rsid w:val="001F4150"/>
    <w:rsid w:val="001F4F1C"/>
    <w:rsid w:val="001F503D"/>
    <w:rsid w:val="001F517E"/>
    <w:rsid w:val="001F6324"/>
    <w:rsid w:val="001F67FE"/>
    <w:rsid w:val="00202B54"/>
    <w:rsid w:val="002034C9"/>
    <w:rsid w:val="00204D96"/>
    <w:rsid w:val="0020662C"/>
    <w:rsid w:val="00206677"/>
    <w:rsid w:val="00206B43"/>
    <w:rsid w:val="002073FE"/>
    <w:rsid w:val="00212131"/>
    <w:rsid w:val="00212D03"/>
    <w:rsid w:val="00216467"/>
    <w:rsid w:val="00217D7D"/>
    <w:rsid w:val="00220F75"/>
    <w:rsid w:val="00222104"/>
    <w:rsid w:val="00222EF1"/>
    <w:rsid w:val="00223178"/>
    <w:rsid w:val="00223720"/>
    <w:rsid w:val="00223874"/>
    <w:rsid w:val="00224B5E"/>
    <w:rsid w:val="00226976"/>
    <w:rsid w:val="002273A3"/>
    <w:rsid w:val="00227826"/>
    <w:rsid w:val="00227CE6"/>
    <w:rsid w:val="00232524"/>
    <w:rsid w:val="0023362E"/>
    <w:rsid w:val="00233A84"/>
    <w:rsid w:val="00234A3E"/>
    <w:rsid w:val="00241DAF"/>
    <w:rsid w:val="002431AB"/>
    <w:rsid w:val="00244E4E"/>
    <w:rsid w:val="002453D5"/>
    <w:rsid w:val="00246050"/>
    <w:rsid w:val="0025114D"/>
    <w:rsid w:val="002528D1"/>
    <w:rsid w:val="00252ADB"/>
    <w:rsid w:val="002535F7"/>
    <w:rsid w:val="00257642"/>
    <w:rsid w:val="0026270F"/>
    <w:rsid w:val="0026290F"/>
    <w:rsid w:val="002637E5"/>
    <w:rsid w:val="00265494"/>
    <w:rsid w:val="0026629F"/>
    <w:rsid w:val="00267874"/>
    <w:rsid w:val="00271717"/>
    <w:rsid w:val="0027464A"/>
    <w:rsid w:val="002747C0"/>
    <w:rsid w:val="002748C1"/>
    <w:rsid w:val="00274B38"/>
    <w:rsid w:val="00274CBA"/>
    <w:rsid w:val="0027534B"/>
    <w:rsid w:val="00275897"/>
    <w:rsid w:val="00275D08"/>
    <w:rsid w:val="0027791F"/>
    <w:rsid w:val="00280291"/>
    <w:rsid w:val="00280B47"/>
    <w:rsid w:val="002818F0"/>
    <w:rsid w:val="00283395"/>
    <w:rsid w:val="002836E9"/>
    <w:rsid w:val="00284758"/>
    <w:rsid w:val="00284D54"/>
    <w:rsid w:val="002863F3"/>
    <w:rsid w:val="0028707D"/>
    <w:rsid w:val="00290A8B"/>
    <w:rsid w:val="00292A44"/>
    <w:rsid w:val="002937BC"/>
    <w:rsid w:val="002950B0"/>
    <w:rsid w:val="0029607F"/>
    <w:rsid w:val="002974E2"/>
    <w:rsid w:val="002A0CEF"/>
    <w:rsid w:val="002A0D61"/>
    <w:rsid w:val="002A13B8"/>
    <w:rsid w:val="002A15CF"/>
    <w:rsid w:val="002A23C5"/>
    <w:rsid w:val="002B0513"/>
    <w:rsid w:val="002B0C68"/>
    <w:rsid w:val="002B0D97"/>
    <w:rsid w:val="002B15A5"/>
    <w:rsid w:val="002B26E5"/>
    <w:rsid w:val="002B444F"/>
    <w:rsid w:val="002B4472"/>
    <w:rsid w:val="002B4CE8"/>
    <w:rsid w:val="002B5282"/>
    <w:rsid w:val="002B63D1"/>
    <w:rsid w:val="002C03E1"/>
    <w:rsid w:val="002C0EB8"/>
    <w:rsid w:val="002C12CE"/>
    <w:rsid w:val="002C1B3C"/>
    <w:rsid w:val="002C1C8B"/>
    <w:rsid w:val="002C305F"/>
    <w:rsid w:val="002C4824"/>
    <w:rsid w:val="002C5AFD"/>
    <w:rsid w:val="002C6814"/>
    <w:rsid w:val="002C6A69"/>
    <w:rsid w:val="002C7711"/>
    <w:rsid w:val="002D148B"/>
    <w:rsid w:val="002D204B"/>
    <w:rsid w:val="002D216F"/>
    <w:rsid w:val="002D21B1"/>
    <w:rsid w:val="002D2C78"/>
    <w:rsid w:val="002D6551"/>
    <w:rsid w:val="002D6554"/>
    <w:rsid w:val="002D6FD6"/>
    <w:rsid w:val="002D7B01"/>
    <w:rsid w:val="002E0095"/>
    <w:rsid w:val="002E19B4"/>
    <w:rsid w:val="002E2C9F"/>
    <w:rsid w:val="002E33B6"/>
    <w:rsid w:val="002E44B7"/>
    <w:rsid w:val="002E4C67"/>
    <w:rsid w:val="002E57BD"/>
    <w:rsid w:val="002E6CED"/>
    <w:rsid w:val="002E7910"/>
    <w:rsid w:val="002F1FE7"/>
    <w:rsid w:val="002F7495"/>
    <w:rsid w:val="00301714"/>
    <w:rsid w:val="003043E9"/>
    <w:rsid w:val="00304406"/>
    <w:rsid w:val="0030469A"/>
    <w:rsid w:val="00305E99"/>
    <w:rsid w:val="0030606D"/>
    <w:rsid w:val="00307BD8"/>
    <w:rsid w:val="00310ADE"/>
    <w:rsid w:val="00311D8E"/>
    <w:rsid w:val="00313255"/>
    <w:rsid w:val="00316A2B"/>
    <w:rsid w:val="0031786F"/>
    <w:rsid w:val="00320748"/>
    <w:rsid w:val="003208A1"/>
    <w:rsid w:val="003222C6"/>
    <w:rsid w:val="003223AF"/>
    <w:rsid w:val="003225EB"/>
    <w:rsid w:val="003228C5"/>
    <w:rsid w:val="00323E95"/>
    <w:rsid w:val="003258F3"/>
    <w:rsid w:val="00325953"/>
    <w:rsid w:val="003274B5"/>
    <w:rsid w:val="0033051D"/>
    <w:rsid w:val="00330AE7"/>
    <w:rsid w:val="00332474"/>
    <w:rsid w:val="00334A1A"/>
    <w:rsid w:val="00335085"/>
    <w:rsid w:val="00336A78"/>
    <w:rsid w:val="00342827"/>
    <w:rsid w:val="00345893"/>
    <w:rsid w:val="003505F8"/>
    <w:rsid w:val="00350B84"/>
    <w:rsid w:val="00353B61"/>
    <w:rsid w:val="00355F23"/>
    <w:rsid w:val="003579F6"/>
    <w:rsid w:val="00360B39"/>
    <w:rsid w:val="00363238"/>
    <w:rsid w:val="00363744"/>
    <w:rsid w:val="003701D9"/>
    <w:rsid w:val="00370294"/>
    <w:rsid w:val="00370362"/>
    <w:rsid w:val="0037046F"/>
    <w:rsid w:val="00370D15"/>
    <w:rsid w:val="003723C8"/>
    <w:rsid w:val="00372B13"/>
    <w:rsid w:val="003733AB"/>
    <w:rsid w:val="0037353B"/>
    <w:rsid w:val="0037402B"/>
    <w:rsid w:val="003803C7"/>
    <w:rsid w:val="00381E9D"/>
    <w:rsid w:val="003825AA"/>
    <w:rsid w:val="003833A0"/>
    <w:rsid w:val="00384C02"/>
    <w:rsid w:val="00384DF8"/>
    <w:rsid w:val="00384F97"/>
    <w:rsid w:val="00385BF9"/>
    <w:rsid w:val="0039049E"/>
    <w:rsid w:val="00391791"/>
    <w:rsid w:val="00392B44"/>
    <w:rsid w:val="0039444F"/>
    <w:rsid w:val="00394699"/>
    <w:rsid w:val="003A09BA"/>
    <w:rsid w:val="003A18DD"/>
    <w:rsid w:val="003A2173"/>
    <w:rsid w:val="003A77EA"/>
    <w:rsid w:val="003B0A82"/>
    <w:rsid w:val="003B0FDD"/>
    <w:rsid w:val="003B11C9"/>
    <w:rsid w:val="003B1AFF"/>
    <w:rsid w:val="003B1C99"/>
    <w:rsid w:val="003B2665"/>
    <w:rsid w:val="003B2842"/>
    <w:rsid w:val="003B373C"/>
    <w:rsid w:val="003B433A"/>
    <w:rsid w:val="003B6362"/>
    <w:rsid w:val="003C1420"/>
    <w:rsid w:val="003C2A42"/>
    <w:rsid w:val="003C3998"/>
    <w:rsid w:val="003C4B62"/>
    <w:rsid w:val="003C6034"/>
    <w:rsid w:val="003C75AE"/>
    <w:rsid w:val="003C7889"/>
    <w:rsid w:val="003D0133"/>
    <w:rsid w:val="003D1855"/>
    <w:rsid w:val="003D23B4"/>
    <w:rsid w:val="003D2AE0"/>
    <w:rsid w:val="003D2CDC"/>
    <w:rsid w:val="003D32E3"/>
    <w:rsid w:val="003D52D3"/>
    <w:rsid w:val="003D5B1A"/>
    <w:rsid w:val="003D5ECE"/>
    <w:rsid w:val="003D7A47"/>
    <w:rsid w:val="003E0C1B"/>
    <w:rsid w:val="003E32F5"/>
    <w:rsid w:val="003E412A"/>
    <w:rsid w:val="003E7D40"/>
    <w:rsid w:val="003E7F6C"/>
    <w:rsid w:val="003F1F7F"/>
    <w:rsid w:val="003F3BEF"/>
    <w:rsid w:val="003F6546"/>
    <w:rsid w:val="003F6CE6"/>
    <w:rsid w:val="00400BE6"/>
    <w:rsid w:val="00401C01"/>
    <w:rsid w:val="00401F16"/>
    <w:rsid w:val="00402A16"/>
    <w:rsid w:val="0040321F"/>
    <w:rsid w:val="004044C7"/>
    <w:rsid w:val="00404659"/>
    <w:rsid w:val="00404961"/>
    <w:rsid w:val="004063EB"/>
    <w:rsid w:val="00407C57"/>
    <w:rsid w:val="004137BA"/>
    <w:rsid w:val="00414C60"/>
    <w:rsid w:val="0041559F"/>
    <w:rsid w:val="004176BA"/>
    <w:rsid w:val="00417A52"/>
    <w:rsid w:val="00417AB4"/>
    <w:rsid w:val="00417F1B"/>
    <w:rsid w:val="0042124D"/>
    <w:rsid w:val="0042217E"/>
    <w:rsid w:val="00422A94"/>
    <w:rsid w:val="00422BCB"/>
    <w:rsid w:val="004255BD"/>
    <w:rsid w:val="00425CC6"/>
    <w:rsid w:val="00426DD8"/>
    <w:rsid w:val="00427C15"/>
    <w:rsid w:val="00430BA4"/>
    <w:rsid w:val="00431DED"/>
    <w:rsid w:val="00432D18"/>
    <w:rsid w:val="00433659"/>
    <w:rsid w:val="00433CEB"/>
    <w:rsid w:val="00435036"/>
    <w:rsid w:val="00435EDA"/>
    <w:rsid w:val="0043608F"/>
    <w:rsid w:val="004379F6"/>
    <w:rsid w:val="0044306B"/>
    <w:rsid w:val="00443552"/>
    <w:rsid w:val="004439B9"/>
    <w:rsid w:val="00443C7E"/>
    <w:rsid w:val="0044472A"/>
    <w:rsid w:val="0044553D"/>
    <w:rsid w:val="0044563C"/>
    <w:rsid w:val="0044563F"/>
    <w:rsid w:val="00446D89"/>
    <w:rsid w:val="00451861"/>
    <w:rsid w:val="00452948"/>
    <w:rsid w:val="00453C14"/>
    <w:rsid w:val="00456C67"/>
    <w:rsid w:val="004575F7"/>
    <w:rsid w:val="004603A6"/>
    <w:rsid w:val="0046104D"/>
    <w:rsid w:val="0046135A"/>
    <w:rsid w:val="00462B77"/>
    <w:rsid w:val="0046424A"/>
    <w:rsid w:val="004648C0"/>
    <w:rsid w:val="00464D78"/>
    <w:rsid w:val="00465C31"/>
    <w:rsid w:val="00465C7E"/>
    <w:rsid w:val="0047066B"/>
    <w:rsid w:val="00471066"/>
    <w:rsid w:val="004727A2"/>
    <w:rsid w:val="00473B08"/>
    <w:rsid w:val="004747F8"/>
    <w:rsid w:val="00474878"/>
    <w:rsid w:val="0047520C"/>
    <w:rsid w:val="004752BC"/>
    <w:rsid w:val="0047569D"/>
    <w:rsid w:val="0047596B"/>
    <w:rsid w:val="00475BB9"/>
    <w:rsid w:val="0047622A"/>
    <w:rsid w:val="00480255"/>
    <w:rsid w:val="00481A1B"/>
    <w:rsid w:val="0048479E"/>
    <w:rsid w:val="00485198"/>
    <w:rsid w:val="00485334"/>
    <w:rsid w:val="004859CC"/>
    <w:rsid w:val="00486776"/>
    <w:rsid w:val="004875BC"/>
    <w:rsid w:val="004900B4"/>
    <w:rsid w:val="00490883"/>
    <w:rsid w:val="00491D0C"/>
    <w:rsid w:val="004938D7"/>
    <w:rsid w:val="00493D1C"/>
    <w:rsid w:val="00494E60"/>
    <w:rsid w:val="00495D5E"/>
    <w:rsid w:val="00496831"/>
    <w:rsid w:val="00497610"/>
    <w:rsid w:val="004A2154"/>
    <w:rsid w:val="004A24C5"/>
    <w:rsid w:val="004A25BD"/>
    <w:rsid w:val="004A3430"/>
    <w:rsid w:val="004A4A8A"/>
    <w:rsid w:val="004A553D"/>
    <w:rsid w:val="004A65E1"/>
    <w:rsid w:val="004A6C7D"/>
    <w:rsid w:val="004A7E84"/>
    <w:rsid w:val="004B53DE"/>
    <w:rsid w:val="004B5E71"/>
    <w:rsid w:val="004B6C7A"/>
    <w:rsid w:val="004B747A"/>
    <w:rsid w:val="004B7A95"/>
    <w:rsid w:val="004C0F72"/>
    <w:rsid w:val="004C1D40"/>
    <w:rsid w:val="004C4D69"/>
    <w:rsid w:val="004C5F14"/>
    <w:rsid w:val="004C62D4"/>
    <w:rsid w:val="004D3336"/>
    <w:rsid w:val="004D547D"/>
    <w:rsid w:val="004D68E3"/>
    <w:rsid w:val="004D69E8"/>
    <w:rsid w:val="004E02A1"/>
    <w:rsid w:val="004E086A"/>
    <w:rsid w:val="004E0FA1"/>
    <w:rsid w:val="004E1127"/>
    <w:rsid w:val="004E1D73"/>
    <w:rsid w:val="004E2489"/>
    <w:rsid w:val="004E5F3D"/>
    <w:rsid w:val="004F0538"/>
    <w:rsid w:val="004F076D"/>
    <w:rsid w:val="004F1219"/>
    <w:rsid w:val="004F2C33"/>
    <w:rsid w:val="004F5F03"/>
    <w:rsid w:val="004F6205"/>
    <w:rsid w:val="004F6BB8"/>
    <w:rsid w:val="004F6E28"/>
    <w:rsid w:val="004F770C"/>
    <w:rsid w:val="00501D30"/>
    <w:rsid w:val="005113C1"/>
    <w:rsid w:val="00512445"/>
    <w:rsid w:val="00512512"/>
    <w:rsid w:val="00513908"/>
    <w:rsid w:val="00514FF3"/>
    <w:rsid w:val="00515366"/>
    <w:rsid w:val="00515372"/>
    <w:rsid w:val="0051631E"/>
    <w:rsid w:val="005168DF"/>
    <w:rsid w:val="00516B3F"/>
    <w:rsid w:val="00520F7A"/>
    <w:rsid w:val="0052215B"/>
    <w:rsid w:val="00525D8A"/>
    <w:rsid w:val="0052600A"/>
    <w:rsid w:val="005309B4"/>
    <w:rsid w:val="00530CA0"/>
    <w:rsid w:val="00531BF2"/>
    <w:rsid w:val="00532DFC"/>
    <w:rsid w:val="005342AD"/>
    <w:rsid w:val="00534BD5"/>
    <w:rsid w:val="0053584E"/>
    <w:rsid w:val="00535EFB"/>
    <w:rsid w:val="00536ABF"/>
    <w:rsid w:val="005376C9"/>
    <w:rsid w:val="00540841"/>
    <w:rsid w:val="00540FAE"/>
    <w:rsid w:val="005437B0"/>
    <w:rsid w:val="00543C1A"/>
    <w:rsid w:val="0054422E"/>
    <w:rsid w:val="005454EC"/>
    <w:rsid w:val="005500FF"/>
    <w:rsid w:val="00551E43"/>
    <w:rsid w:val="0055313C"/>
    <w:rsid w:val="0055335F"/>
    <w:rsid w:val="005545FB"/>
    <w:rsid w:val="005547CC"/>
    <w:rsid w:val="00555EE4"/>
    <w:rsid w:val="00556884"/>
    <w:rsid w:val="00557020"/>
    <w:rsid w:val="00560299"/>
    <w:rsid w:val="00560D75"/>
    <w:rsid w:val="00561436"/>
    <w:rsid w:val="0056191E"/>
    <w:rsid w:val="00561E71"/>
    <w:rsid w:val="005625E4"/>
    <w:rsid w:val="00563DA2"/>
    <w:rsid w:val="00566032"/>
    <w:rsid w:val="005675FA"/>
    <w:rsid w:val="00567C07"/>
    <w:rsid w:val="0057037F"/>
    <w:rsid w:val="0057040D"/>
    <w:rsid w:val="00570BAB"/>
    <w:rsid w:val="00570E04"/>
    <w:rsid w:val="00570F06"/>
    <w:rsid w:val="00572C49"/>
    <w:rsid w:val="00572D03"/>
    <w:rsid w:val="00574977"/>
    <w:rsid w:val="005756E4"/>
    <w:rsid w:val="00576863"/>
    <w:rsid w:val="005800D9"/>
    <w:rsid w:val="00580440"/>
    <w:rsid w:val="00580535"/>
    <w:rsid w:val="00580597"/>
    <w:rsid w:val="00585967"/>
    <w:rsid w:val="00586D62"/>
    <w:rsid w:val="00587CF4"/>
    <w:rsid w:val="00590D5E"/>
    <w:rsid w:val="0059101A"/>
    <w:rsid w:val="005915B2"/>
    <w:rsid w:val="00591D8C"/>
    <w:rsid w:val="00594439"/>
    <w:rsid w:val="00595718"/>
    <w:rsid w:val="0059592C"/>
    <w:rsid w:val="00596783"/>
    <w:rsid w:val="00597151"/>
    <w:rsid w:val="005972F0"/>
    <w:rsid w:val="005A08B0"/>
    <w:rsid w:val="005A0ED2"/>
    <w:rsid w:val="005A1040"/>
    <w:rsid w:val="005A1494"/>
    <w:rsid w:val="005A2019"/>
    <w:rsid w:val="005A2844"/>
    <w:rsid w:val="005A2D97"/>
    <w:rsid w:val="005A377C"/>
    <w:rsid w:val="005A6228"/>
    <w:rsid w:val="005A6AA0"/>
    <w:rsid w:val="005B0437"/>
    <w:rsid w:val="005B2371"/>
    <w:rsid w:val="005B302E"/>
    <w:rsid w:val="005B4C92"/>
    <w:rsid w:val="005B7A2A"/>
    <w:rsid w:val="005C0569"/>
    <w:rsid w:val="005C15C5"/>
    <w:rsid w:val="005C1919"/>
    <w:rsid w:val="005C1D4D"/>
    <w:rsid w:val="005C325A"/>
    <w:rsid w:val="005C3351"/>
    <w:rsid w:val="005C45D9"/>
    <w:rsid w:val="005C6AAC"/>
    <w:rsid w:val="005C7C29"/>
    <w:rsid w:val="005D26E2"/>
    <w:rsid w:val="005D2BD5"/>
    <w:rsid w:val="005D350A"/>
    <w:rsid w:val="005D7990"/>
    <w:rsid w:val="005E27C0"/>
    <w:rsid w:val="005E2C83"/>
    <w:rsid w:val="005E50EA"/>
    <w:rsid w:val="005E5CB9"/>
    <w:rsid w:val="005E67B2"/>
    <w:rsid w:val="005E74E2"/>
    <w:rsid w:val="005F023F"/>
    <w:rsid w:val="005F1F89"/>
    <w:rsid w:val="005F225C"/>
    <w:rsid w:val="005F42D1"/>
    <w:rsid w:val="005F6823"/>
    <w:rsid w:val="005F6DDE"/>
    <w:rsid w:val="00600DCE"/>
    <w:rsid w:val="00601196"/>
    <w:rsid w:val="006028BF"/>
    <w:rsid w:val="00603F05"/>
    <w:rsid w:val="00605D93"/>
    <w:rsid w:val="00606339"/>
    <w:rsid w:val="00606B79"/>
    <w:rsid w:val="0060721E"/>
    <w:rsid w:val="00607272"/>
    <w:rsid w:val="00607648"/>
    <w:rsid w:val="006103B6"/>
    <w:rsid w:val="006104D1"/>
    <w:rsid w:val="00610B44"/>
    <w:rsid w:val="00611062"/>
    <w:rsid w:val="0061180B"/>
    <w:rsid w:val="00614243"/>
    <w:rsid w:val="00614518"/>
    <w:rsid w:val="006145A6"/>
    <w:rsid w:val="006148CE"/>
    <w:rsid w:val="00615B82"/>
    <w:rsid w:val="00617CBC"/>
    <w:rsid w:val="00617D33"/>
    <w:rsid w:val="00617DB3"/>
    <w:rsid w:val="00621001"/>
    <w:rsid w:val="0062436D"/>
    <w:rsid w:val="00626BC3"/>
    <w:rsid w:val="00626CF9"/>
    <w:rsid w:val="006301E5"/>
    <w:rsid w:val="0063241A"/>
    <w:rsid w:val="00632940"/>
    <w:rsid w:val="00632FD7"/>
    <w:rsid w:val="00633DBB"/>
    <w:rsid w:val="006344BC"/>
    <w:rsid w:val="00635CB3"/>
    <w:rsid w:val="0063783C"/>
    <w:rsid w:val="00641059"/>
    <w:rsid w:val="00641261"/>
    <w:rsid w:val="0064175F"/>
    <w:rsid w:val="00641E16"/>
    <w:rsid w:val="0064348E"/>
    <w:rsid w:val="006443FB"/>
    <w:rsid w:val="0064531F"/>
    <w:rsid w:val="00645B43"/>
    <w:rsid w:val="00645BF8"/>
    <w:rsid w:val="0064622B"/>
    <w:rsid w:val="00646317"/>
    <w:rsid w:val="006464CD"/>
    <w:rsid w:val="0065101C"/>
    <w:rsid w:val="00651A4D"/>
    <w:rsid w:val="00651BE3"/>
    <w:rsid w:val="006533B1"/>
    <w:rsid w:val="006534CA"/>
    <w:rsid w:val="00654F98"/>
    <w:rsid w:val="006551EC"/>
    <w:rsid w:val="00656E3A"/>
    <w:rsid w:val="006570EA"/>
    <w:rsid w:val="00657A7C"/>
    <w:rsid w:val="0066155B"/>
    <w:rsid w:val="006637F8"/>
    <w:rsid w:val="006638F8"/>
    <w:rsid w:val="00663A38"/>
    <w:rsid w:val="00670E04"/>
    <w:rsid w:val="00671437"/>
    <w:rsid w:val="00672DA8"/>
    <w:rsid w:val="0067312D"/>
    <w:rsid w:val="00673C6C"/>
    <w:rsid w:val="00674920"/>
    <w:rsid w:val="00674D31"/>
    <w:rsid w:val="00675B73"/>
    <w:rsid w:val="00683F83"/>
    <w:rsid w:val="00685E6E"/>
    <w:rsid w:val="00687C08"/>
    <w:rsid w:val="00690347"/>
    <w:rsid w:val="00690E83"/>
    <w:rsid w:val="00690FE8"/>
    <w:rsid w:val="006919CD"/>
    <w:rsid w:val="00691B5B"/>
    <w:rsid w:val="006921D0"/>
    <w:rsid w:val="0069260E"/>
    <w:rsid w:val="00692D52"/>
    <w:rsid w:val="00694940"/>
    <w:rsid w:val="00694A2F"/>
    <w:rsid w:val="00695AB5"/>
    <w:rsid w:val="00695AFB"/>
    <w:rsid w:val="00696309"/>
    <w:rsid w:val="00696502"/>
    <w:rsid w:val="00697429"/>
    <w:rsid w:val="0069759C"/>
    <w:rsid w:val="006979F0"/>
    <w:rsid w:val="00697B41"/>
    <w:rsid w:val="006A0536"/>
    <w:rsid w:val="006A4176"/>
    <w:rsid w:val="006A4AA9"/>
    <w:rsid w:val="006A52E5"/>
    <w:rsid w:val="006A55B2"/>
    <w:rsid w:val="006A6D1D"/>
    <w:rsid w:val="006A7153"/>
    <w:rsid w:val="006B02CF"/>
    <w:rsid w:val="006B10AD"/>
    <w:rsid w:val="006B1919"/>
    <w:rsid w:val="006B2151"/>
    <w:rsid w:val="006B39CC"/>
    <w:rsid w:val="006C1563"/>
    <w:rsid w:val="006C2447"/>
    <w:rsid w:val="006C2460"/>
    <w:rsid w:val="006C31FC"/>
    <w:rsid w:val="006C4B3F"/>
    <w:rsid w:val="006C6981"/>
    <w:rsid w:val="006C7062"/>
    <w:rsid w:val="006C7673"/>
    <w:rsid w:val="006C7DA6"/>
    <w:rsid w:val="006D0783"/>
    <w:rsid w:val="006D199C"/>
    <w:rsid w:val="006D1A0D"/>
    <w:rsid w:val="006D2BD5"/>
    <w:rsid w:val="006D37BA"/>
    <w:rsid w:val="006D5DCE"/>
    <w:rsid w:val="006E049C"/>
    <w:rsid w:val="006E0BC5"/>
    <w:rsid w:val="006E1248"/>
    <w:rsid w:val="006E1E27"/>
    <w:rsid w:val="006E24E5"/>
    <w:rsid w:val="006E3606"/>
    <w:rsid w:val="006E389D"/>
    <w:rsid w:val="006E535A"/>
    <w:rsid w:val="006E58B2"/>
    <w:rsid w:val="006E60F8"/>
    <w:rsid w:val="006E7B39"/>
    <w:rsid w:val="006F0D03"/>
    <w:rsid w:val="006F17B0"/>
    <w:rsid w:val="006F49EF"/>
    <w:rsid w:val="006F7575"/>
    <w:rsid w:val="006F7B3B"/>
    <w:rsid w:val="00700A91"/>
    <w:rsid w:val="00702173"/>
    <w:rsid w:val="007021EA"/>
    <w:rsid w:val="00704134"/>
    <w:rsid w:val="0070426E"/>
    <w:rsid w:val="007055C4"/>
    <w:rsid w:val="00706ED6"/>
    <w:rsid w:val="007072EB"/>
    <w:rsid w:val="0070748B"/>
    <w:rsid w:val="00710734"/>
    <w:rsid w:val="007117B1"/>
    <w:rsid w:val="00714655"/>
    <w:rsid w:val="007147A3"/>
    <w:rsid w:val="00714CDF"/>
    <w:rsid w:val="00714D04"/>
    <w:rsid w:val="0071527C"/>
    <w:rsid w:val="007176A4"/>
    <w:rsid w:val="00717B67"/>
    <w:rsid w:val="007202D6"/>
    <w:rsid w:val="007206E4"/>
    <w:rsid w:val="00721845"/>
    <w:rsid w:val="00721E7A"/>
    <w:rsid w:val="00725708"/>
    <w:rsid w:val="007262A6"/>
    <w:rsid w:val="00730068"/>
    <w:rsid w:val="00731AA3"/>
    <w:rsid w:val="00733C75"/>
    <w:rsid w:val="00734F66"/>
    <w:rsid w:val="00736B9B"/>
    <w:rsid w:val="00737167"/>
    <w:rsid w:val="0074056F"/>
    <w:rsid w:val="00741578"/>
    <w:rsid w:val="007424FC"/>
    <w:rsid w:val="0074252A"/>
    <w:rsid w:val="0074286C"/>
    <w:rsid w:val="00743896"/>
    <w:rsid w:val="00743957"/>
    <w:rsid w:val="00743BB1"/>
    <w:rsid w:val="007503D0"/>
    <w:rsid w:val="00750708"/>
    <w:rsid w:val="00751701"/>
    <w:rsid w:val="00752D49"/>
    <w:rsid w:val="007532E4"/>
    <w:rsid w:val="007566FD"/>
    <w:rsid w:val="007567B4"/>
    <w:rsid w:val="007573DB"/>
    <w:rsid w:val="00757616"/>
    <w:rsid w:val="00757EF3"/>
    <w:rsid w:val="00760FCB"/>
    <w:rsid w:val="00761342"/>
    <w:rsid w:val="00761735"/>
    <w:rsid w:val="00761F26"/>
    <w:rsid w:val="00761FD4"/>
    <w:rsid w:val="00763FD5"/>
    <w:rsid w:val="00764157"/>
    <w:rsid w:val="00764438"/>
    <w:rsid w:val="0077034D"/>
    <w:rsid w:val="0077069E"/>
    <w:rsid w:val="00771303"/>
    <w:rsid w:val="00771F0D"/>
    <w:rsid w:val="007720D0"/>
    <w:rsid w:val="00774651"/>
    <w:rsid w:val="007757AC"/>
    <w:rsid w:val="007762DB"/>
    <w:rsid w:val="00777186"/>
    <w:rsid w:val="0077785A"/>
    <w:rsid w:val="00780BD0"/>
    <w:rsid w:val="00780C1A"/>
    <w:rsid w:val="00781387"/>
    <w:rsid w:val="00781FAA"/>
    <w:rsid w:val="007832E5"/>
    <w:rsid w:val="00783C9C"/>
    <w:rsid w:val="0078585B"/>
    <w:rsid w:val="007861DF"/>
    <w:rsid w:val="00786A62"/>
    <w:rsid w:val="007870B5"/>
    <w:rsid w:val="00787E60"/>
    <w:rsid w:val="00790326"/>
    <w:rsid w:val="00791407"/>
    <w:rsid w:val="007923E6"/>
    <w:rsid w:val="00794DE1"/>
    <w:rsid w:val="0079558A"/>
    <w:rsid w:val="007960CC"/>
    <w:rsid w:val="00796B58"/>
    <w:rsid w:val="00797F1A"/>
    <w:rsid w:val="007A0238"/>
    <w:rsid w:val="007A02EB"/>
    <w:rsid w:val="007A07DF"/>
    <w:rsid w:val="007A4103"/>
    <w:rsid w:val="007A449B"/>
    <w:rsid w:val="007A4F28"/>
    <w:rsid w:val="007A5485"/>
    <w:rsid w:val="007B095E"/>
    <w:rsid w:val="007B1233"/>
    <w:rsid w:val="007B12B7"/>
    <w:rsid w:val="007B1742"/>
    <w:rsid w:val="007B21E5"/>
    <w:rsid w:val="007B286C"/>
    <w:rsid w:val="007B4A52"/>
    <w:rsid w:val="007B4EDE"/>
    <w:rsid w:val="007B64DF"/>
    <w:rsid w:val="007C058E"/>
    <w:rsid w:val="007C4242"/>
    <w:rsid w:val="007C63B5"/>
    <w:rsid w:val="007C6445"/>
    <w:rsid w:val="007C6EB2"/>
    <w:rsid w:val="007C70D7"/>
    <w:rsid w:val="007D017B"/>
    <w:rsid w:val="007D0EEA"/>
    <w:rsid w:val="007D1262"/>
    <w:rsid w:val="007D24D0"/>
    <w:rsid w:val="007D2B89"/>
    <w:rsid w:val="007D495C"/>
    <w:rsid w:val="007D67BB"/>
    <w:rsid w:val="007D694A"/>
    <w:rsid w:val="007D7048"/>
    <w:rsid w:val="007E0F8A"/>
    <w:rsid w:val="007E1656"/>
    <w:rsid w:val="007E3B6B"/>
    <w:rsid w:val="007E3FF2"/>
    <w:rsid w:val="007E4B57"/>
    <w:rsid w:val="007E5252"/>
    <w:rsid w:val="007E5DD5"/>
    <w:rsid w:val="007E626C"/>
    <w:rsid w:val="007E6805"/>
    <w:rsid w:val="007E724C"/>
    <w:rsid w:val="007F091E"/>
    <w:rsid w:val="007F1D00"/>
    <w:rsid w:val="007F2095"/>
    <w:rsid w:val="007F33E8"/>
    <w:rsid w:val="007F598A"/>
    <w:rsid w:val="007F696A"/>
    <w:rsid w:val="007F7505"/>
    <w:rsid w:val="007F753D"/>
    <w:rsid w:val="0080079E"/>
    <w:rsid w:val="00801B16"/>
    <w:rsid w:val="00802888"/>
    <w:rsid w:val="008049E9"/>
    <w:rsid w:val="008065EA"/>
    <w:rsid w:val="00807034"/>
    <w:rsid w:val="00810D86"/>
    <w:rsid w:val="0081191F"/>
    <w:rsid w:val="008124A6"/>
    <w:rsid w:val="00813FDD"/>
    <w:rsid w:val="008146B2"/>
    <w:rsid w:val="00815394"/>
    <w:rsid w:val="00816CF8"/>
    <w:rsid w:val="00817E56"/>
    <w:rsid w:val="00822368"/>
    <w:rsid w:val="0082298A"/>
    <w:rsid w:val="008230F4"/>
    <w:rsid w:val="00823174"/>
    <w:rsid w:val="008234C5"/>
    <w:rsid w:val="00824044"/>
    <w:rsid w:val="00825954"/>
    <w:rsid w:val="00826017"/>
    <w:rsid w:val="008264AA"/>
    <w:rsid w:val="00826F56"/>
    <w:rsid w:val="00830935"/>
    <w:rsid w:val="00830D85"/>
    <w:rsid w:val="00830E6A"/>
    <w:rsid w:val="00831D7B"/>
    <w:rsid w:val="008327EC"/>
    <w:rsid w:val="00832B72"/>
    <w:rsid w:val="00834F67"/>
    <w:rsid w:val="00835C79"/>
    <w:rsid w:val="00837772"/>
    <w:rsid w:val="008429F9"/>
    <w:rsid w:val="00843306"/>
    <w:rsid w:val="00844BB8"/>
    <w:rsid w:val="008458AF"/>
    <w:rsid w:val="00845C61"/>
    <w:rsid w:val="00846958"/>
    <w:rsid w:val="00847428"/>
    <w:rsid w:val="00847A7F"/>
    <w:rsid w:val="00847D47"/>
    <w:rsid w:val="0085132A"/>
    <w:rsid w:val="0085205D"/>
    <w:rsid w:val="00852B7C"/>
    <w:rsid w:val="00853BAC"/>
    <w:rsid w:val="0085494C"/>
    <w:rsid w:val="00855DB1"/>
    <w:rsid w:val="0085780A"/>
    <w:rsid w:val="00857FEA"/>
    <w:rsid w:val="00862203"/>
    <w:rsid w:val="00865F0F"/>
    <w:rsid w:val="008701C3"/>
    <w:rsid w:val="008715AB"/>
    <w:rsid w:val="008716F3"/>
    <w:rsid w:val="00871C7A"/>
    <w:rsid w:val="008729A4"/>
    <w:rsid w:val="00872FBD"/>
    <w:rsid w:val="00873335"/>
    <w:rsid w:val="008735B2"/>
    <w:rsid w:val="00873D64"/>
    <w:rsid w:val="008752AC"/>
    <w:rsid w:val="00875AFE"/>
    <w:rsid w:val="00875B3F"/>
    <w:rsid w:val="00880F4D"/>
    <w:rsid w:val="00883228"/>
    <w:rsid w:val="00883F45"/>
    <w:rsid w:val="00884007"/>
    <w:rsid w:val="008870B8"/>
    <w:rsid w:val="0089075B"/>
    <w:rsid w:val="008922CB"/>
    <w:rsid w:val="0089240E"/>
    <w:rsid w:val="00892B02"/>
    <w:rsid w:val="00894357"/>
    <w:rsid w:val="00894AE1"/>
    <w:rsid w:val="00895AEE"/>
    <w:rsid w:val="00896F21"/>
    <w:rsid w:val="0089702D"/>
    <w:rsid w:val="00897358"/>
    <w:rsid w:val="008A0933"/>
    <w:rsid w:val="008A1089"/>
    <w:rsid w:val="008A2980"/>
    <w:rsid w:val="008A559A"/>
    <w:rsid w:val="008A607F"/>
    <w:rsid w:val="008A639E"/>
    <w:rsid w:val="008A6711"/>
    <w:rsid w:val="008B08F5"/>
    <w:rsid w:val="008B0FD9"/>
    <w:rsid w:val="008B190A"/>
    <w:rsid w:val="008B2D5F"/>
    <w:rsid w:val="008B3055"/>
    <w:rsid w:val="008B49C1"/>
    <w:rsid w:val="008B6036"/>
    <w:rsid w:val="008B6207"/>
    <w:rsid w:val="008C04BB"/>
    <w:rsid w:val="008C0CEB"/>
    <w:rsid w:val="008C174B"/>
    <w:rsid w:val="008C24D3"/>
    <w:rsid w:val="008C2D87"/>
    <w:rsid w:val="008C4491"/>
    <w:rsid w:val="008C4D2B"/>
    <w:rsid w:val="008C607F"/>
    <w:rsid w:val="008C74E3"/>
    <w:rsid w:val="008C7759"/>
    <w:rsid w:val="008C7F7E"/>
    <w:rsid w:val="008D0F6E"/>
    <w:rsid w:val="008D18BD"/>
    <w:rsid w:val="008D1B78"/>
    <w:rsid w:val="008D3D35"/>
    <w:rsid w:val="008D6393"/>
    <w:rsid w:val="008D69F6"/>
    <w:rsid w:val="008E05B5"/>
    <w:rsid w:val="008E0C6D"/>
    <w:rsid w:val="008E0D2A"/>
    <w:rsid w:val="008E132B"/>
    <w:rsid w:val="008E4B71"/>
    <w:rsid w:val="008E511B"/>
    <w:rsid w:val="008E625F"/>
    <w:rsid w:val="008F1F76"/>
    <w:rsid w:val="008F3485"/>
    <w:rsid w:val="008F3B03"/>
    <w:rsid w:val="008F4F8C"/>
    <w:rsid w:val="008F569D"/>
    <w:rsid w:val="00900059"/>
    <w:rsid w:val="00902562"/>
    <w:rsid w:val="009027B9"/>
    <w:rsid w:val="00903051"/>
    <w:rsid w:val="0090367F"/>
    <w:rsid w:val="0090441A"/>
    <w:rsid w:val="0090632D"/>
    <w:rsid w:val="00906D8C"/>
    <w:rsid w:val="00907451"/>
    <w:rsid w:val="00907922"/>
    <w:rsid w:val="00907B57"/>
    <w:rsid w:val="009100A0"/>
    <w:rsid w:val="009108AA"/>
    <w:rsid w:val="0091287B"/>
    <w:rsid w:val="00913025"/>
    <w:rsid w:val="00914182"/>
    <w:rsid w:val="00915DD4"/>
    <w:rsid w:val="00916860"/>
    <w:rsid w:val="009172B0"/>
    <w:rsid w:val="009201D4"/>
    <w:rsid w:val="0092039E"/>
    <w:rsid w:val="0092055C"/>
    <w:rsid w:val="00921133"/>
    <w:rsid w:val="009220D4"/>
    <w:rsid w:val="00922206"/>
    <w:rsid w:val="009237D1"/>
    <w:rsid w:val="00923EC8"/>
    <w:rsid w:val="00926496"/>
    <w:rsid w:val="009300B5"/>
    <w:rsid w:val="0093107D"/>
    <w:rsid w:val="0093429C"/>
    <w:rsid w:val="00937D2E"/>
    <w:rsid w:val="00941316"/>
    <w:rsid w:val="0094182D"/>
    <w:rsid w:val="009436D8"/>
    <w:rsid w:val="009461FE"/>
    <w:rsid w:val="009502EB"/>
    <w:rsid w:val="00952BB1"/>
    <w:rsid w:val="009535DD"/>
    <w:rsid w:val="00954E6E"/>
    <w:rsid w:val="0095515A"/>
    <w:rsid w:val="00955F76"/>
    <w:rsid w:val="00956123"/>
    <w:rsid w:val="0095657E"/>
    <w:rsid w:val="00957144"/>
    <w:rsid w:val="00957C21"/>
    <w:rsid w:val="00960CD3"/>
    <w:rsid w:val="00960D94"/>
    <w:rsid w:val="00961C18"/>
    <w:rsid w:val="00963E57"/>
    <w:rsid w:val="00964888"/>
    <w:rsid w:val="00965836"/>
    <w:rsid w:val="00966387"/>
    <w:rsid w:val="00966B4E"/>
    <w:rsid w:val="00971596"/>
    <w:rsid w:val="009747A3"/>
    <w:rsid w:val="009757A6"/>
    <w:rsid w:val="009759B4"/>
    <w:rsid w:val="00984703"/>
    <w:rsid w:val="00986669"/>
    <w:rsid w:val="00987AE9"/>
    <w:rsid w:val="00992308"/>
    <w:rsid w:val="00994E0B"/>
    <w:rsid w:val="0099532F"/>
    <w:rsid w:val="009973F6"/>
    <w:rsid w:val="009A0CB7"/>
    <w:rsid w:val="009A0F20"/>
    <w:rsid w:val="009A21AD"/>
    <w:rsid w:val="009A3F93"/>
    <w:rsid w:val="009A3FAE"/>
    <w:rsid w:val="009A5421"/>
    <w:rsid w:val="009A5A11"/>
    <w:rsid w:val="009A5FEF"/>
    <w:rsid w:val="009A6882"/>
    <w:rsid w:val="009A70F0"/>
    <w:rsid w:val="009B07BF"/>
    <w:rsid w:val="009B337C"/>
    <w:rsid w:val="009B5383"/>
    <w:rsid w:val="009B5537"/>
    <w:rsid w:val="009B5E05"/>
    <w:rsid w:val="009C111B"/>
    <w:rsid w:val="009C114A"/>
    <w:rsid w:val="009C160F"/>
    <w:rsid w:val="009C1F6B"/>
    <w:rsid w:val="009C352F"/>
    <w:rsid w:val="009C3561"/>
    <w:rsid w:val="009C3E53"/>
    <w:rsid w:val="009C5208"/>
    <w:rsid w:val="009C72A0"/>
    <w:rsid w:val="009C73DE"/>
    <w:rsid w:val="009C74A7"/>
    <w:rsid w:val="009C7CDC"/>
    <w:rsid w:val="009C7D26"/>
    <w:rsid w:val="009D0133"/>
    <w:rsid w:val="009D1F33"/>
    <w:rsid w:val="009D29E0"/>
    <w:rsid w:val="009D6778"/>
    <w:rsid w:val="009D7323"/>
    <w:rsid w:val="009E0E6B"/>
    <w:rsid w:val="009E15E9"/>
    <w:rsid w:val="009E230A"/>
    <w:rsid w:val="009E4D16"/>
    <w:rsid w:val="009E6076"/>
    <w:rsid w:val="009E7355"/>
    <w:rsid w:val="009E776B"/>
    <w:rsid w:val="009F0955"/>
    <w:rsid w:val="009F1255"/>
    <w:rsid w:val="009F1629"/>
    <w:rsid w:val="009F3A60"/>
    <w:rsid w:val="009F4403"/>
    <w:rsid w:val="009F4B8C"/>
    <w:rsid w:val="009F54CC"/>
    <w:rsid w:val="009F6D2D"/>
    <w:rsid w:val="00A00F73"/>
    <w:rsid w:val="00A01B52"/>
    <w:rsid w:val="00A0231F"/>
    <w:rsid w:val="00A02E6E"/>
    <w:rsid w:val="00A069BA"/>
    <w:rsid w:val="00A11202"/>
    <w:rsid w:val="00A12909"/>
    <w:rsid w:val="00A1390C"/>
    <w:rsid w:val="00A13F1B"/>
    <w:rsid w:val="00A14A0D"/>
    <w:rsid w:val="00A16462"/>
    <w:rsid w:val="00A16E89"/>
    <w:rsid w:val="00A21E6F"/>
    <w:rsid w:val="00A232A3"/>
    <w:rsid w:val="00A273D9"/>
    <w:rsid w:val="00A27EF9"/>
    <w:rsid w:val="00A3075C"/>
    <w:rsid w:val="00A30DD5"/>
    <w:rsid w:val="00A333AB"/>
    <w:rsid w:val="00A333BC"/>
    <w:rsid w:val="00A34987"/>
    <w:rsid w:val="00A34FB1"/>
    <w:rsid w:val="00A356F2"/>
    <w:rsid w:val="00A362E8"/>
    <w:rsid w:val="00A376D7"/>
    <w:rsid w:val="00A40F9C"/>
    <w:rsid w:val="00A44B48"/>
    <w:rsid w:val="00A45665"/>
    <w:rsid w:val="00A45C57"/>
    <w:rsid w:val="00A46ABB"/>
    <w:rsid w:val="00A51578"/>
    <w:rsid w:val="00A5346F"/>
    <w:rsid w:val="00A54996"/>
    <w:rsid w:val="00A55451"/>
    <w:rsid w:val="00A55610"/>
    <w:rsid w:val="00A55915"/>
    <w:rsid w:val="00A55C32"/>
    <w:rsid w:val="00A5607C"/>
    <w:rsid w:val="00A5615C"/>
    <w:rsid w:val="00A5619D"/>
    <w:rsid w:val="00A56F98"/>
    <w:rsid w:val="00A5756D"/>
    <w:rsid w:val="00A6060D"/>
    <w:rsid w:val="00A60EF3"/>
    <w:rsid w:val="00A61A06"/>
    <w:rsid w:val="00A6229C"/>
    <w:rsid w:val="00A62748"/>
    <w:rsid w:val="00A62CFB"/>
    <w:rsid w:val="00A6327C"/>
    <w:rsid w:val="00A63350"/>
    <w:rsid w:val="00A6440A"/>
    <w:rsid w:val="00A64873"/>
    <w:rsid w:val="00A65D3A"/>
    <w:rsid w:val="00A65DA6"/>
    <w:rsid w:val="00A66D43"/>
    <w:rsid w:val="00A707D6"/>
    <w:rsid w:val="00A72AB6"/>
    <w:rsid w:val="00A73085"/>
    <w:rsid w:val="00A7558D"/>
    <w:rsid w:val="00A755F2"/>
    <w:rsid w:val="00A75F6E"/>
    <w:rsid w:val="00A770C5"/>
    <w:rsid w:val="00A80B7A"/>
    <w:rsid w:val="00A82EBA"/>
    <w:rsid w:val="00A82EE1"/>
    <w:rsid w:val="00A84AAC"/>
    <w:rsid w:val="00A84F36"/>
    <w:rsid w:val="00A84FE3"/>
    <w:rsid w:val="00A852B3"/>
    <w:rsid w:val="00A858A6"/>
    <w:rsid w:val="00A86352"/>
    <w:rsid w:val="00A868EF"/>
    <w:rsid w:val="00A86B79"/>
    <w:rsid w:val="00A87BA4"/>
    <w:rsid w:val="00A90967"/>
    <w:rsid w:val="00A90F8D"/>
    <w:rsid w:val="00A9100F"/>
    <w:rsid w:val="00A91ECE"/>
    <w:rsid w:val="00A92771"/>
    <w:rsid w:val="00A92D0F"/>
    <w:rsid w:val="00A94857"/>
    <w:rsid w:val="00A948C4"/>
    <w:rsid w:val="00A94A34"/>
    <w:rsid w:val="00A95073"/>
    <w:rsid w:val="00AA01BB"/>
    <w:rsid w:val="00AA4A7D"/>
    <w:rsid w:val="00AA4A8F"/>
    <w:rsid w:val="00AA52D9"/>
    <w:rsid w:val="00AA753C"/>
    <w:rsid w:val="00AB0BD1"/>
    <w:rsid w:val="00AB1CC7"/>
    <w:rsid w:val="00AB2EA0"/>
    <w:rsid w:val="00AB3346"/>
    <w:rsid w:val="00AB3409"/>
    <w:rsid w:val="00AB4F08"/>
    <w:rsid w:val="00AB6435"/>
    <w:rsid w:val="00AB7244"/>
    <w:rsid w:val="00AC4A3C"/>
    <w:rsid w:val="00AC54BB"/>
    <w:rsid w:val="00AD0314"/>
    <w:rsid w:val="00AD0F67"/>
    <w:rsid w:val="00AD1AD9"/>
    <w:rsid w:val="00AD1F6D"/>
    <w:rsid w:val="00AD456E"/>
    <w:rsid w:val="00AD683E"/>
    <w:rsid w:val="00AD6C94"/>
    <w:rsid w:val="00AD6E73"/>
    <w:rsid w:val="00AD78BD"/>
    <w:rsid w:val="00AD7AFD"/>
    <w:rsid w:val="00AD7B20"/>
    <w:rsid w:val="00AE1208"/>
    <w:rsid w:val="00AE22E3"/>
    <w:rsid w:val="00AE3270"/>
    <w:rsid w:val="00AE3D8B"/>
    <w:rsid w:val="00AE5602"/>
    <w:rsid w:val="00AE5910"/>
    <w:rsid w:val="00AE6073"/>
    <w:rsid w:val="00AE6D13"/>
    <w:rsid w:val="00AF009D"/>
    <w:rsid w:val="00AF0CC0"/>
    <w:rsid w:val="00AF0E03"/>
    <w:rsid w:val="00AF0F9E"/>
    <w:rsid w:val="00AF17AD"/>
    <w:rsid w:val="00AF2FD5"/>
    <w:rsid w:val="00AF39F5"/>
    <w:rsid w:val="00AF5D82"/>
    <w:rsid w:val="00AF66C4"/>
    <w:rsid w:val="00AF7082"/>
    <w:rsid w:val="00AF7AD4"/>
    <w:rsid w:val="00B00394"/>
    <w:rsid w:val="00B0052B"/>
    <w:rsid w:val="00B01C87"/>
    <w:rsid w:val="00B0219D"/>
    <w:rsid w:val="00B02F5B"/>
    <w:rsid w:val="00B038D1"/>
    <w:rsid w:val="00B0497E"/>
    <w:rsid w:val="00B04BEC"/>
    <w:rsid w:val="00B051EE"/>
    <w:rsid w:val="00B05D2F"/>
    <w:rsid w:val="00B10A67"/>
    <w:rsid w:val="00B13310"/>
    <w:rsid w:val="00B14F30"/>
    <w:rsid w:val="00B156AC"/>
    <w:rsid w:val="00B1689E"/>
    <w:rsid w:val="00B17CE9"/>
    <w:rsid w:val="00B20653"/>
    <w:rsid w:val="00B2121B"/>
    <w:rsid w:val="00B217A0"/>
    <w:rsid w:val="00B23538"/>
    <w:rsid w:val="00B24AB3"/>
    <w:rsid w:val="00B24F7E"/>
    <w:rsid w:val="00B26F4D"/>
    <w:rsid w:val="00B305B3"/>
    <w:rsid w:val="00B3249D"/>
    <w:rsid w:val="00B33653"/>
    <w:rsid w:val="00B33915"/>
    <w:rsid w:val="00B345C5"/>
    <w:rsid w:val="00B34F2E"/>
    <w:rsid w:val="00B35696"/>
    <w:rsid w:val="00B35F97"/>
    <w:rsid w:val="00B36495"/>
    <w:rsid w:val="00B402D2"/>
    <w:rsid w:val="00B41F5E"/>
    <w:rsid w:val="00B42542"/>
    <w:rsid w:val="00B43192"/>
    <w:rsid w:val="00B43664"/>
    <w:rsid w:val="00B43BB0"/>
    <w:rsid w:val="00B455D3"/>
    <w:rsid w:val="00B4666E"/>
    <w:rsid w:val="00B505DC"/>
    <w:rsid w:val="00B52460"/>
    <w:rsid w:val="00B52975"/>
    <w:rsid w:val="00B52C91"/>
    <w:rsid w:val="00B53390"/>
    <w:rsid w:val="00B53621"/>
    <w:rsid w:val="00B561DC"/>
    <w:rsid w:val="00B56469"/>
    <w:rsid w:val="00B56BC9"/>
    <w:rsid w:val="00B626FC"/>
    <w:rsid w:val="00B6415A"/>
    <w:rsid w:val="00B705A5"/>
    <w:rsid w:val="00B7072B"/>
    <w:rsid w:val="00B7190C"/>
    <w:rsid w:val="00B71DA2"/>
    <w:rsid w:val="00B72B83"/>
    <w:rsid w:val="00B73654"/>
    <w:rsid w:val="00B73A92"/>
    <w:rsid w:val="00B73C22"/>
    <w:rsid w:val="00B76CE9"/>
    <w:rsid w:val="00B77057"/>
    <w:rsid w:val="00B77212"/>
    <w:rsid w:val="00B828CA"/>
    <w:rsid w:val="00B8472F"/>
    <w:rsid w:val="00B854AA"/>
    <w:rsid w:val="00B85F00"/>
    <w:rsid w:val="00B90996"/>
    <w:rsid w:val="00B92373"/>
    <w:rsid w:val="00B93A68"/>
    <w:rsid w:val="00B94AB6"/>
    <w:rsid w:val="00B94EC7"/>
    <w:rsid w:val="00B94ECD"/>
    <w:rsid w:val="00B94F99"/>
    <w:rsid w:val="00BA083A"/>
    <w:rsid w:val="00BA0AA3"/>
    <w:rsid w:val="00BA1A5E"/>
    <w:rsid w:val="00BA2280"/>
    <w:rsid w:val="00BA2977"/>
    <w:rsid w:val="00BA40D2"/>
    <w:rsid w:val="00BA7B33"/>
    <w:rsid w:val="00BB04FB"/>
    <w:rsid w:val="00BB13A2"/>
    <w:rsid w:val="00BB2110"/>
    <w:rsid w:val="00BB24D5"/>
    <w:rsid w:val="00BB3E98"/>
    <w:rsid w:val="00BB6361"/>
    <w:rsid w:val="00BB6CDE"/>
    <w:rsid w:val="00BB6E74"/>
    <w:rsid w:val="00BC2167"/>
    <w:rsid w:val="00BC21D3"/>
    <w:rsid w:val="00BC3CCB"/>
    <w:rsid w:val="00BC50E9"/>
    <w:rsid w:val="00BC70AD"/>
    <w:rsid w:val="00BD0583"/>
    <w:rsid w:val="00BD1555"/>
    <w:rsid w:val="00BD15D8"/>
    <w:rsid w:val="00BD2127"/>
    <w:rsid w:val="00BD5FA5"/>
    <w:rsid w:val="00BD653D"/>
    <w:rsid w:val="00BD6BBA"/>
    <w:rsid w:val="00BD70F0"/>
    <w:rsid w:val="00BD72E1"/>
    <w:rsid w:val="00BE0E6F"/>
    <w:rsid w:val="00BE0F88"/>
    <w:rsid w:val="00BE12D9"/>
    <w:rsid w:val="00BE1598"/>
    <w:rsid w:val="00BE4428"/>
    <w:rsid w:val="00BE4F13"/>
    <w:rsid w:val="00BE58B9"/>
    <w:rsid w:val="00BE5CD0"/>
    <w:rsid w:val="00BE6136"/>
    <w:rsid w:val="00BE687D"/>
    <w:rsid w:val="00BE7D93"/>
    <w:rsid w:val="00BF2C86"/>
    <w:rsid w:val="00BF2D28"/>
    <w:rsid w:val="00BF4855"/>
    <w:rsid w:val="00BF48D7"/>
    <w:rsid w:val="00BF4C3C"/>
    <w:rsid w:val="00BF5059"/>
    <w:rsid w:val="00BF6807"/>
    <w:rsid w:val="00C00C97"/>
    <w:rsid w:val="00C0225E"/>
    <w:rsid w:val="00C03837"/>
    <w:rsid w:val="00C03CEE"/>
    <w:rsid w:val="00C05BDB"/>
    <w:rsid w:val="00C0613E"/>
    <w:rsid w:val="00C06CD1"/>
    <w:rsid w:val="00C107EB"/>
    <w:rsid w:val="00C12B38"/>
    <w:rsid w:val="00C12BE9"/>
    <w:rsid w:val="00C12FBA"/>
    <w:rsid w:val="00C13023"/>
    <w:rsid w:val="00C15755"/>
    <w:rsid w:val="00C15C32"/>
    <w:rsid w:val="00C16F9C"/>
    <w:rsid w:val="00C17A00"/>
    <w:rsid w:val="00C20389"/>
    <w:rsid w:val="00C20A9E"/>
    <w:rsid w:val="00C211BC"/>
    <w:rsid w:val="00C2162E"/>
    <w:rsid w:val="00C23B21"/>
    <w:rsid w:val="00C24437"/>
    <w:rsid w:val="00C263E9"/>
    <w:rsid w:val="00C26B23"/>
    <w:rsid w:val="00C3096C"/>
    <w:rsid w:val="00C30AC8"/>
    <w:rsid w:val="00C31438"/>
    <w:rsid w:val="00C31EB8"/>
    <w:rsid w:val="00C32682"/>
    <w:rsid w:val="00C33675"/>
    <w:rsid w:val="00C347C6"/>
    <w:rsid w:val="00C36E79"/>
    <w:rsid w:val="00C41D05"/>
    <w:rsid w:val="00C437D9"/>
    <w:rsid w:val="00C4384F"/>
    <w:rsid w:val="00C446C1"/>
    <w:rsid w:val="00C45D04"/>
    <w:rsid w:val="00C4608E"/>
    <w:rsid w:val="00C4704C"/>
    <w:rsid w:val="00C47CAD"/>
    <w:rsid w:val="00C50267"/>
    <w:rsid w:val="00C50A24"/>
    <w:rsid w:val="00C5188B"/>
    <w:rsid w:val="00C54570"/>
    <w:rsid w:val="00C549F3"/>
    <w:rsid w:val="00C54DC4"/>
    <w:rsid w:val="00C550D6"/>
    <w:rsid w:val="00C5593F"/>
    <w:rsid w:val="00C56260"/>
    <w:rsid w:val="00C56A87"/>
    <w:rsid w:val="00C56DE3"/>
    <w:rsid w:val="00C57470"/>
    <w:rsid w:val="00C57515"/>
    <w:rsid w:val="00C613CA"/>
    <w:rsid w:val="00C65360"/>
    <w:rsid w:val="00C659DB"/>
    <w:rsid w:val="00C6690D"/>
    <w:rsid w:val="00C67F30"/>
    <w:rsid w:val="00C71218"/>
    <w:rsid w:val="00C71A92"/>
    <w:rsid w:val="00C722F4"/>
    <w:rsid w:val="00C73681"/>
    <w:rsid w:val="00C73AA8"/>
    <w:rsid w:val="00C73B46"/>
    <w:rsid w:val="00C74EFD"/>
    <w:rsid w:val="00C755D6"/>
    <w:rsid w:val="00C8226C"/>
    <w:rsid w:val="00C83AEA"/>
    <w:rsid w:val="00C857DA"/>
    <w:rsid w:val="00C85E94"/>
    <w:rsid w:val="00C86657"/>
    <w:rsid w:val="00C900DE"/>
    <w:rsid w:val="00C90397"/>
    <w:rsid w:val="00C9071E"/>
    <w:rsid w:val="00C930E6"/>
    <w:rsid w:val="00C93D4C"/>
    <w:rsid w:val="00C95312"/>
    <w:rsid w:val="00C9694F"/>
    <w:rsid w:val="00C972F9"/>
    <w:rsid w:val="00C97BEE"/>
    <w:rsid w:val="00CA0636"/>
    <w:rsid w:val="00CA1841"/>
    <w:rsid w:val="00CA1C25"/>
    <w:rsid w:val="00CA489B"/>
    <w:rsid w:val="00CA5A3C"/>
    <w:rsid w:val="00CA6812"/>
    <w:rsid w:val="00CA788C"/>
    <w:rsid w:val="00CA7EAC"/>
    <w:rsid w:val="00CB006A"/>
    <w:rsid w:val="00CB25DB"/>
    <w:rsid w:val="00CB3014"/>
    <w:rsid w:val="00CB3606"/>
    <w:rsid w:val="00CB3A48"/>
    <w:rsid w:val="00CB4CC8"/>
    <w:rsid w:val="00CB6CDB"/>
    <w:rsid w:val="00CB7361"/>
    <w:rsid w:val="00CC13DB"/>
    <w:rsid w:val="00CC201A"/>
    <w:rsid w:val="00CC23A2"/>
    <w:rsid w:val="00CC2B89"/>
    <w:rsid w:val="00CC2D9D"/>
    <w:rsid w:val="00CC3262"/>
    <w:rsid w:val="00CC3FB7"/>
    <w:rsid w:val="00CC42B0"/>
    <w:rsid w:val="00CC4E40"/>
    <w:rsid w:val="00CD2A25"/>
    <w:rsid w:val="00CD3A01"/>
    <w:rsid w:val="00CD4705"/>
    <w:rsid w:val="00CD47AE"/>
    <w:rsid w:val="00CD5761"/>
    <w:rsid w:val="00CD5875"/>
    <w:rsid w:val="00CD7CAF"/>
    <w:rsid w:val="00CE0790"/>
    <w:rsid w:val="00CE13B0"/>
    <w:rsid w:val="00CE1EBE"/>
    <w:rsid w:val="00CE2C93"/>
    <w:rsid w:val="00CE3332"/>
    <w:rsid w:val="00CE389F"/>
    <w:rsid w:val="00CE3E9E"/>
    <w:rsid w:val="00CE63B5"/>
    <w:rsid w:val="00CE6532"/>
    <w:rsid w:val="00CE6763"/>
    <w:rsid w:val="00CE67A1"/>
    <w:rsid w:val="00CF1180"/>
    <w:rsid w:val="00CF2D54"/>
    <w:rsid w:val="00CF38F3"/>
    <w:rsid w:val="00CF5F31"/>
    <w:rsid w:val="00CF7182"/>
    <w:rsid w:val="00D01DDB"/>
    <w:rsid w:val="00D0202F"/>
    <w:rsid w:val="00D0270F"/>
    <w:rsid w:val="00D03467"/>
    <w:rsid w:val="00D0424F"/>
    <w:rsid w:val="00D0474C"/>
    <w:rsid w:val="00D04BC2"/>
    <w:rsid w:val="00D06D6A"/>
    <w:rsid w:val="00D07DC9"/>
    <w:rsid w:val="00D11078"/>
    <w:rsid w:val="00D112CF"/>
    <w:rsid w:val="00D1249C"/>
    <w:rsid w:val="00D125A2"/>
    <w:rsid w:val="00D13B69"/>
    <w:rsid w:val="00D2174B"/>
    <w:rsid w:val="00D2334D"/>
    <w:rsid w:val="00D23845"/>
    <w:rsid w:val="00D23934"/>
    <w:rsid w:val="00D247F4"/>
    <w:rsid w:val="00D2684F"/>
    <w:rsid w:val="00D269C1"/>
    <w:rsid w:val="00D3114A"/>
    <w:rsid w:val="00D313F6"/>
    <w:rsid w:val="00D32E91"/>
    <w:rsid w:val="00D331D1"/>
    <w:rsid w:val="00D33572"/>
    <w:rsid w:val="00D33E1A"/>
    <w:rsid w:val="00D35CCF"/>
    <w:rsid w:val="00D36E21"/>
    <w:rsid w:val="00D41121"/>
    <w:rsid w:val="00D413EA"/>
    <w:rsid w:val="00D41D58"/>
    <w:rsid w:val="00D41F94"/>
    <w:rsid w:val="00D42899"/>
    <w:rsid w:val="00D42C4A"/>
    <w:rsid w:val="00D4321B"/>
    <w:rsid w:val="00D44F58"/>
    <w:rsid w:val="00D467E9"/>
    <w:rsid w:val="00D46F3A"/>
    <w:rsid w:val="00D47793"/>
    <w:rsid w:val="00D504AB"/>
    <w:rsid w:val="00D50E12"/>
    <w:rsid w:val="00D51003"/>
    <w:rsid w:val="00D5199E"/>
    <w:rsid w:val="00D51AAA"/>
    <w:rsid w:val="00D555E2"/>
    <w:rsid w:val="00D5568A"/>
    <w:rsid w:val="00D5657C"/>
    <w:rsid w:val="00D56A21"/>
    <w:rsid w:val="00D613EF"/>
    <w:rsid w:val="00D62188"/>
    <w:rsid w:val="00D64BE6"/>
    <w:rsid w:val="00D65E9D"/>
    <w:rsid w:val="00D664A8"/>
    <w:rsid w:val="00D664FC"/>
    <w:rsid w:val="00D66D0E"/>
    <w:rsid w:val="00D701C0"/>
    <w:rsid w:val="00D70FFB"/>
    <w:rsid w:val="00D711CB"/>
    <w:rsid w:val="00D71752"/>
    <w:rsid w:val="00D72AC9"/>
    <w:rsid w:val="00D735A7"/>
    <w:rsid w:val="00D74C6A"/>
    <w:rsid w:val="00D7597C"/>
    <w:rsid w:val="00D77163"/>
    <w:rsid w:val="00D772D2"/>
    <w:rsid w:val="00D801A6"/>
    <w:rsid w:val="00D8026C"/>
    <w:rsid w:val="00D80C13"/>
    <w:rsid w:val="00D82C81"/>
    <w:rsid w:val="00D832CB"/>
    <w:rsid w:val="00D83F86"/>
    <w:rsid w:val="00D84540"/>
    <w:rsid w:val="00D86536"/>
    <w:rsid w:val="00D86973"/>
    <w:rsid w:val="00D9089A"/>
    <w:rsid w:val="00D919D1"/>
    <w:rsid w:val="00D92D8F"/>
    <w:rsid w:val="00D94C10"/>
    <w:rsid w:val="00D96224"/>
    <w:rsid w:val="00D96D7A"/>
    <w:rsid w:val="00D972FE"/>
    <w:rsid w:val="00DA0AE5"/>
    <w:rsid w:val="00DA184D"/>
    <w:rsid w:val="00DA2ED0"/>
    <w:rsid w:val="00DA3841"/>
    <w:rsid w:val="00DA3DE9"/>
    <w:rsid w:val="00DA4435"/>
    <w:rsid w:val="00DB057F"/>
    <w:rsid w:val="00DB0821"/>
    <w:rsid w:val="00DB2E0E"/>
    <w:rsid w:val="00DB58FE"/>
    <w:rsid w:val="00DB7D2F"/>
    <w:rsid w:val="00DC0302"/>
    <w:rsid w:val="00DC0386"/>
    <w:rsid w:val="00DC17ED"/>
    <w:rsid w:val="00DC252D"/>
    <w:rsid w:val="00DC47DF"/>
    <w:rsid w:val="00DC6B68"/>
    <w:rsid w:val="00DC726F"/>
    <w:rsid w:val="00DC7811"/>
    <w:rsid w:val="00DC79AA"/>
    <w:rsid w:val="00DD01ED"/>
    <w:rsid w:val="00DD2485"/>
    <w:rsid w:val="00DD2701"/>
    <w:rsid w:val="00DD337E"/>
    <w:rsid w:val="00DD3883"/>
    <w:rsid w:val="00DD47B7"/>
    <w:rsid w:val="00DD50D1"/>
    <w:rsid w:val="00DD512A"/>
    <w:rsid w:val="00DD52AB"/>
    <w:rsid w:val="00DD5916"/>
    <w:rsid w:val="00DD5B48"/>
    <w:rsid w:val="00DE0968"/>
    <w:rsid w:val="00DE117E"/>
    <w:rsid w:val="00DE4AF6"/>
    <w:rsid w:val="00DE78BB"/>
    <w:rsid w:val="00DE7E28"/>
    <w:rsid w:val="00DF2D30"/>
    <w:rsid w:val="00DF38B8"/>
    <w:rsid w:val="00DF3A22"/>
    <w:rsid w:val="00DF606F"/>
    <w:rsid w:val="00DF66AA"/>
    <w:rsid w:val="00DF6970"/>
    <w:rsid w:val="00DF6ABC"/>
    <w:rsid w:val="00DF7053"/>
    <w:rsid w:val="00DF7A78"/>
    <w:rsid w:val="00E00803"/>
    <w:rsid w:val="00E01F70"/>
    <w:rsid w:val="00E046A8"/>
    <w:rsid w:val="00E05A8F"/>
    <w:rsid w:val="00E066E6"/>
    <w:rsid w:val="00E076D2"/>
    <w:rsid w:val="00E12A0E"/>
    <w:rsid w:val="00E137C1"/>
    <w:rsid w:val="00E14554"/>
    <w:rsid w:val="00E14A47"/>
    <w:rsid w:val="00E14D13"/>
    <w:rsid w:val="00E15F77"/>
    <w:rsid w:val="00E16D31"/>
    <w:rsid w:val="00E17122"/>
    <w:rsid w:val="00E17EC7"/>
    <w:rsid w:val="00E207D2"/>
    <w:rsid w:val="00E21082"/>
    <w:rsid w:val="00E219FC"/>
    <w:rsid w:val="00E2381A"/>
    <w:rsid w:val="00E23C7A"/>
    <w:rsid w:val="00E27D96"/>
    <w:rsid w:val="00E30E0D"/>
    <w:rsid w:val="00E3172C"/>
    <w:rsid w:val="00E31BC2"/>
    <w:rsid w:val="00E32458"/>
    <w:rsid w:val="00E324E0"/>
    <w:rsid w:val="00E33ED9"/>
    <w:rsid w:val="00E34163"/>
    <w:rsid w:val="00E34591"/>
    <w:rsid w:val="00E348F3"/>
    <w:rsid w:val="00E36BC4"/>
    <w:rsid w:val="00E37A2D"/>
    <w:rsid w:val="00E40067"/>
    <w:rsid w:val="00E42152"/>
    <w:rsid w:val="00E42557"/>
    <w:rsid w:val="00E426C3"/>
    <w:rsid w:val="00E43A67"/>
    <w:rsid w:val="00E447C3"/>
    <w:rsid w:val="00E4530C"/>
    <w:rsid w:val="00E45F28"/>
    <w:rsid w:val="00E46B91"/>
    <w:rsid w:val="00E50DA8"/>
    <w:rsid w:val="00E53EA8"/>
    <w:rsid w:val="00E54973"/>
    <w:rsid w:val="00E5569C"/>
    <w:rsid w:val="00E56BE5"/>
    <w:rsid w:val="00E60E7B"/>
    <w:rsid w:val="00E625A9"/>
    <w:rsid w:val="00E63940"/>
    <w:rsid w:val="00E64DC8"/>
    <w:rsid w:val="00E673F6"/>
    <w:rsid w:val="00E7014B"/>
    <w:rsid w:val="00E70C14"/>
    <w:rsid w:val="00E7155C"/>
    <w:rsid w:val="00E720D1"/>
    <w:rsid w:val="00E72E9F"/>
    <w:rsid w:val="00E7345C"/>
    <w:rsid w:val="00E7387C"/>
    <w:rsid w:val="00E73A82"/>
    <w:rsid w:val="00E73D62"/>
    <w:rsid w:val="00E74D4F"/>
    <w:rsid w:val="00E779B1"/>
    <w:rsid w:val="00E81B61"/>
    <w:rsid w:val="00E82285"/>
    <w:rsid w:val="00E85174"/>
    <w:rsid w:val="00E8674E"/>
    <w:rsid w:val="00E8692F"/>
    <w:rsid w:val="00E87C97"/>
    <w:rsid w:val="00E9189A"/>
    <w:rsid w:val="00E9448A"/>
    <w:rsid w:val="00E9479B"/>
    <w:rsid w:val="00E954DE"/>
    <w:rsid w:val="00E9565F"/>
    <w:rsid w:val="00E97CEF"/>
    <w:rsid w:val="00EA11A9"/>
    <w:rsid w:val="00EA1570"/>
    <w:rsid w:val="00EA22B3"/>
    <w:rsid w:val="00EA3CE7"/>
    <w:rsid w:val="00EA40EC"/>
    <w:rsid w:val="00EA55E1"/>
    <w:rsid w:val="00EA59CD"/>
    <w:rsid w:val="00EA6E3C"/>
    <w:rsid w:val="00EA73A5"/>
    <w:rsid w:val="00EA7E9C"/>
    <w:rsid w:val="00EB23FF"/>
    <w:rsid w:val="00EB297F"/>
    <w:rsid w:val="00EB2DFE"/>
    <w:rsid w:val="00EB347A"/>
    <w:rsid w:val="00EB37F8"/>
    <w:rsid w:val="00EB633D"/>
    <w:rsid w:val="00EB63D7"/>
    <w:rsid w:val="00EB63EC"/>
    <w:rsid w:val="00EB6B2D"/>
    <w:rsid w:val="00EB77AD"/>
    <w:rsid w:val="00EB78AE"/>
    <w:rsid w:val="00EC00E4"/>
    <w:rsid w:val="00EC070F"/>
    <w:rsid w:val="00EC0FB3"/>
    <w:rsid w:val="00EC125B"/>
    <w:rsid w:val="00EC1D34"/>
    <w:rsid w:val="00EC244D"/>
    <w:rsid w:val="00EC2C51"/>
    <w:rsid w:val="00EC2C82"/>
    <w:rsid w:val="00EC41AE"/>
    <w:rsid w:val="00EC5B07"/>
    <w:rsid w:val="00EC7DE1"/>
    <w:rsid w:val="00ED1DA3"/>
    <w:rsid w:val="00ED2F6A"/>
    <w:rsid w:val="00ED4B5E"/>
    <w:rsid w:val="00ED5DFC"/>
    <w:rsid w:val="00ED6057"/>
    <w:rsid w:val="00ED62B0"/>
    <w:rsid w:val="00ED6309"/>
    <w:rsid w:val="00ED75EE"/>
    <w:rsid w:val="00ED7EE5"/>
    <w:rsid w:val="00EE04E7"/>
    <w:rsid w:val="00EE1C33"/>
    <w:rsid w:val="00EE23EA"/>
    <w:rsid w:val="00EE2E40"/>
    <w:rsid w:val="00EE3A89"/>
    <w:rsid w:val="00EE4A6D"/>
    <w:rsid w:val="00EE51B9"/>
    <w:rsid w:val="00EE5F28"/>
    <w:rsid w:val="00EE616C"/>
    <w:rsid w:val="00EE6385"/>
    <w:rsid w:val="00EE7E6B"/>
    <w:rsid w:val="00EF0FB3"/>
    <w:rsid w:val="00EF1A5F"/>
    <w:rsid w:val="00EF2A0F"/>
    <w:rsid w:val="00EF2B4E"/>
    <w:rsid w:val="00EF2F95"/>
    <w:rsid w:val="00EF5103"/>
    <w:rsid w:val="00F00D45"/>
    <w:rsid w:val="00F05E29"/>
    <w:rsid w:val="00F062CC"/>
    <w:rsid w:val="00F0687A"/>
    <w:rsid w:val="00F07C64"/>
    <w:rsid w:val="00F10A03"/>
    <w:rsid w:val="00F16230"/>
    <w:rsid w:val="00F1722E"/>
    <w:rsid w:val="00F23E23"/>
    <w:rsid w:val="00F23F76"/>
    <w:rsid w:val="00F2608C"/>
    <w:rsid w:val="00F27699"/>
    <w:rsid w:val="00F3010A"/>
    <w:rsid w:val="00F335CB"/>
    <w:rsid w:val="00F34122"/>
    <w:rsid w:val="00F34FDC"/>
    <w:rsid w:val="00F350C7"/>
    <w:rsid w:val="00F35640"/>
    <w:rsid w:val="00F35BCA"/>
    <w:rsid w:val="00F3672F"/>
    <w:rsid w:val="00F36CC8"/>
    <w:rsid w:val="00F37182"/>
    <w:rsid w:val="00F37C76"/>
    <w:rsid w:val="00F42378"/>
    <w:rsid w:val="00F42714"/>
    <w:rsid w:val="00F428E2"/>
    <w:rsid w:val="00F42F94"/>
    <w:rsid w:val="00F4341B"/>
    <w:rsid w:val="00F434C3"/>
    <w:rsid w:val="00F45225"/>
    <w:rsid w:val="00F45DCD"/>
    <w:rsid w:val="00F47008"/>
    <w:rsid w:val="00F47D11"/>
    <w:rsid w:val="00F47D2C"/>
    <w:rsid w:val="00F47DE1"/>
    <w:rsid w:val="00F516F4"/>
    <w:rsid w:val="00F52B69"/>
    <w:rsid w:val="00F5424B"/>
    <w:rsid w:val="00F5566D"/>
    <w:rsid w:val="00F57A80"/>
    <w:rsid w:val="00F57DBB"/>
    <w:rsid w:val="00F57DE0"/>
    <w:rsid w:val="00F602F6"/>
    <w:rsid w:val="00F61B14"/>
    <w:rsid w:val="00F63307"/>
    <w:rsid w:val="00F636C2"/>
    <w:rsid w:val="00F64550"/>
    <w:rsid w:val="00F648B1"/>
    <w:rsid w:val="00F673BD"/>
    <w:rsid w:val="00F7377D"/>
    <w:rsid w:val="00F738DF"/>
    <w:rsid w:val="00F73A9D"/>
    <w:rsid w:val="00F77CAC"/>
    <w:rsid w:val="00F83998"/>
    <w:rsid w:val="00F83C47"/>
    <w:rsid w:val="00F83D83"/>
    <w:rsid w:val="00F85EE9"/>
    <w:rsid w:val="00F86B78"/>
    <w:rsid w:val="00F951C2"/>
    <w:rsid w:val="00F968F0"/>
    <w:rsid w:val="00F96D45"/>
    <w:rsid w:val="00FA55A0"/>
    <w:rsid w:val="00FA599C"/>
    <w:rsid w:val="00FA5AC1"/>
    <w:rsid w:val="00FA623E"/>
    <w:rsid w:val="00FB13B5"/>
    <w:rsid w:val="00FB2E1A"/>
    <w:rsid w:val="00FB41B2"/>
    <w:rsid w:val="00FB6AD2"/>
    <w:rsid w:val="00FC03FB"/>
    <w:rsid w:val="00FC1C24"/>
    <w:rsid w:val="00FC2A92"/>
    <w:rsid w:val="00FC4BB2"/>
    <w:rsid w:val="00FC5CDF"/>
    <w:rsid w:val="00FC5CED"/>
    <w:rsid w:val="00FC728E"/>
    <w:rsid w:val="00FC7A98"/>
    <w:rsid w:val="00FC7CF9"/>
    <w:rsid w:val="00FD3728"/>
    <w:rsid w:val="00FD6742"/>
    <w:rsid w:val="00FD7D82"/>
    <w:rsid w:val="00FD7F81"/>
    <w:rsid w:val="00FE20F5"/>
    <w:rsid w:val="00FE2581"/>
    <w:rsid w:val="00FE6094"/>
    <w:rsid w:val="00FE6A9C"/>
    <w:rsid w:val="00FE6C0D"/>
    <w:rsid w:val="00FE780D"/>
    <w:rsid w:val="00FF05B3"/>
    <w:rsid w:val="00FF0636"/>
    <w:rsid w:val="00FF149F"/>
    <w:rsid w:val="00FF1B28"/>
    <w:rsid w:val="00FF216F"/>
    <w:rsid w:val="00FF278F"/>
    <w:rsid w:val="00FF3366"/>
    <w:rsid w:val="00FF3897"/>
    <w:rsid w:val="00FF5E19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122EDC"/>
  <w15:docId w15:val="{AE82B4D6-6749-40E0-A2D6-0E8771DD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9D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D919D1"/>
    <w:pPr>
      <w:keepNext/>
      <w:outlineLvl w:val="0"/>
    </w:pPr>
    <w:rPr>
      <w:b/>
      <w:bCs/>
      <w:i/>
      <w:iCs/>
      <w:lang w:val="pl-PL"/>
    </w:rPr>
  </w:style>
  <w:style w:type="paragraph" w:styleId="Heading2">
    <w:name w:val="heading 2"/>
    <w:basedOn w:val="Normal"/>
    <w:next w:val="Normal"/>
    <w:qFormat/>
    <w:rsid w:val="00D919D1"/>
    <w:pPr>
      <w:keepNext/>
      <w:jc w:val="both"/>
      <w:outlineLvl w:val="1"/>
    </w:pPr>
    <w:rPr>
      <w:b/>
      <w:bCs/>
      <w:i/>
      <w:iCs/>
      <w:sz w:val="22"/>
      <w:lang w:val="en-GB"/>
    </w:rPr>
  </w:style>
  <w:style w:type="paragraph" w:styleId="Heading4">
    <w:name w:val="heading 4"/>
    <w:basedOn w:val="Normal"/>
    <w:next w:val="Normal"/>
    <w:link w:val="Heading4Char"/>
    <w:qFormat/>
    <w:rsid w:val="00D919D1"/>
    <w:pPr>
      <w:keepNext/>
      <w:numPr>
        <w:numId w:val="2"/>
      </w:numPr>
      <w:outlineLvl w:val="3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D919D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D919D1"/>
    <w:rPr>
      <w:vertAlign w:val="superscript"/>
    </w:rPr>
  </w:style>
  <w:style w:type="paragraph" w:styleId="BodyText">
    <w:name w:val="Body Text"/>
    <w:basedOn w:val="Normal"/>
    <w:rsid w:val="00D919D1"/>
    <w:rPr>
      <w:i/>
      <w:iCs/>
    </w:rPr>
  </w:style>
  <w:style w:type="paragraph" w:styleId="BodyText2">
    <w:name w:val="Body Text 2"/>
    <w:basedOn w:val="Normal"/>
    <w:rsid w:val="00D919D1"/>
    <w:pPr>
      <w:jc w:val="both"/>
    </w:pPr>
  </w:style>
  <w:style w:type="paragraph" w:customStyle="1" w:styleId="Numbering">
    <w:name w:val="Numbering"/>
    <w:basedOn w:val="Normal"/>
    <w:rsid w:val="00D919D1"/>
    <w:pPr>
      <w:numPr>
        <w:numId w:val="1"/>
      </w:numPr>
      <w:tabs>
        <w:tab w:val="left" w:pos="284"/>
      </w:tabs>
      <w:overflowPunct w:val="0"/>
      <w:autoSpaceDE w:val="0"/>
      <w:autoSpaceDN w:val="0"/>
      <w:adjustRightInd w:val="0"/>
      <w:spacing w:after="130" w:line="260" w:lineRule="exact"/>
      <w:jc w:val="both"/>
      <w:textAlignment w:val="baseline"/>
    </w:pPr>
    <w:rPr>
      <w:sz w:val="22"/>
      <w:szCs w:val="20"/>
      <w:lang w:val="en-GB"/>
    </w:rPr>
  </w:style>
  <w:style w:type="paragraph" w:styleId="ListBullet2">
    <w:name w:val="List Bullet 2"/>
    <w:basedOn w:val="Normal"/>
    <w:autoRedefine/>
    <w:rsid w:val="00D919D1"/>
    <w:pPr>
      <w:spacing w:after="120"/>
      <w:ind w:left="540"/>
      <w:jc w:val="both"/>
    </w:pPr>
    <w:rPr>
      <w:sz w:val="22"/>
      <w:lang w:val="en-GB"/>
    </w:rPr>
  </w:style>
  <w:style w:type="paragraph" w:customStyle="1" w:styleId="AddressBlock">
    <w:name w:val="Address Block"/>
    <w:basedOn w:val="Normal"/>
    <w:rsid w:val="00D919D1"/>
    <w:pPr>
      <w:overflowPunct w:val="0"/>
      <w:autoSpaceDE w:val="0"/>
      <w:autoSpaceDN w:val="0"/>
      <w:adjustRightInd w:val="0"/>
      <w:spacing w:line="260" w:lineRule="exact"/>
      <w:textAlignment w:val="baseline"/>
    </w:pPr>
    <w:rPr>
      <w:rFonts w:ascii="Times" w:hAnsi="Times"/>
      <w:noProof/>
      <w:sz w:val="22"/>
      <w:szCs w:val="20"/>
    </w:rPr>
  </w:style>
  <w:style w:type="paragraph" w:customStyle="1" w:styleId="LetterBody">
    <w:name w:val="Letter Body"/>
    <w:basedOn w:val="Normal"/>
    <w:rsid w:val="00D919D1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LetterIndents">
    <w:name w:val="Letter Indents"/>
    <w:basedOn w:val="LetterBody"/>
    <w:rsid w:val="00D919D1"/>
    <w:pPr>
      <w:ind w:left="1440" w:hanging="720"/>
    </w:pPr>
  </w:style>
  <w:style w:type="paragraph" w:customStyle="1" w:styleId="NumberIndents">
    <w:name w:val="Number Indents"/>
    <w:basedOn w:val="LetterBody"/>
    <w:rsid w:val="00D919D1"/>
    <w:pPr>
      <w:ind w:left="720" w:hanging="720"/>
    </w:pPr>
  </w:style>
  <w:style w:type="paragraph" w:styleId="BodyTextIndent">
    <w:name w:val="Body Text Indent"/>
    <w:basedOn w:val="Normal"/>
    <w:rsid w:val="00D919D1"/>
    <w:pPr>
      <w:ind w:left="360"/>
      <w:jc w:val="both"/>
    </w:pPr>
    <w:rPr>
      <w:sz w:val="22"/>
    </w:rPr>
  </w:style>
  <w:style w:type="paragraph" w:customStyle="1" w:styleId="ClosingSalutation">
    <w:name w:val="Closing Salutation"/>
    <w:basedOn w:val="Normal"/>
    <w:next w:val="Normal"/>
    <w:rsid w:val="00D919D1"/>
    <w:pPr>
      <w:spacing w:after="1040"/>
    </w:pPr>
    <w:rPr>
      <w:rFonts w:ascii="Times" w:hAnsi="Times"/>
      <w:sz w:val="22"/>
      <w:szCs w:val="20"/>
    </w:rPr>
  </w:style>
  <w:style w:type="paragraph" w:styleId="Salutation">
    <w:name w:val="Salutation"/>
    <w:basedOn w:val="Normal"/>
    <w:next w:val="Normal"/>
    <w:rsid w:val="00D919D1"/>
    <w:pPr>
      <w:spacing w:after="260" w:line="260" w:lineRule="exact"/>
    </w:pPr>
    <w:rPr>
      <w:rFonts w:ascii="Times" w:hAnsi="Times"/>
      <w:sz w:val="22"/>
      <w:szCs w:val="20"/>
    </w:rPr>
  </w:style>
  <w:style w:type="paragraph" w:styleId="Header">
    <w:name w:val="header"/>
    <w:basedOn w:val="Normal"/>
    <w:link w:val="HeaderChar"/>
    <w:uiPriority w:val="99"/>
    <w:rsid w:val="00D919D1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D919D1"/>
    <w:pPr>
      <w:tabs>
        <w:tab w:val="center" w:pos="4703"/>
        <w:tab w:val="right" w:pos="9406"/>
      </w:tabs>
    </w:pPr>
  </w:style>
  <w:style w:type="paragraph" w:styleId="BodyText3">
    <w:name w:val="Body Text 3"/>
    <w:basedOn w:val="Normal"/>
    <w:rsid w:val="00D919D1"/>
    <w:pPr>
      <w:tabs>
        <w:tab w:val="left" w:pos="900"/>
      </w:tabs>
      <w:spacing w:after="120"/>
      <w:jc w:val="both"/>
    </w:pPr>
    <w:rPr>
      <w:sz w:val="22"/>
      <w:lang w:val="en-GB"/>
    </w:rPr>
  </w:style>
  <w:style w:type="paragraph" w:styleId="BodyTextIndent2">
    <w:name w:val="Body Text Indent 2"/>
    <w:basedOn w:val="Normal"/>
    <w:rsid w:val="00D919D1"/>
    <w:pPr>
      <w:tabs>
        <w:tab w:val="left" w:pos="900"/>
      </w:tabs>
      <w:spacing w:after="120"/>
      <w:ind w:left="900" w:hanging="360"/>
      <w:jc w:val="both"/>
    </w:pPr>
    <w:rPr>
      <w:sz w:val="22"/>
      <w:lang w:val="en-GB"/>
    </w:rPr>
  </w:style>
  <w:style w:type="paragraph" w:styleId="EndnoteText">
    <w:name w:val="endnote text"/>
    <w:basedOn w:val="Normal"/>
    <w:link w:val="EndnoteTextChar"/>
    <w:semiHidden/>
    <w:rsid w:val="00D919D1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D919D1"/>
    <w:rPr>
      <w:vertAlign w:val="superscript"/>
    </w:rPr>
  </w:style>
  <w:style w:type="paragraph" w:customStyle="1" w:styleId="bullet2">
    <w:name w:val="bullet 2"/>
    <w:basedOn w:val="Normal"/>
    <w:rsid w:val="00D919D1"/>
    <w:pPr>
      <w:tabs>
        <w:tab w:val="right" w:pos="360"/>
        <w:tab w:val="left" w:pos="576"/>
        <w:tab w:val="left" w:pos="792"/>
      </w:tabs>
      <w:spacing w:after="120" w:line="220" w:lineRule="exact"/>
      <w:ind w:left="792" w:hanging="216"/>
      <w:jc w:val="both"/>
    </w:pPr>
    <w:rPr>
      <w:sz w:val="20"/>
      <w:szCs w:val="20"/>
    </w:rPr>
  </w:style>
  <w:style w:type="paragraph" w:styleId="ListBullet">
    <w:name w:val="List Bullet"/>
    <w:basedOn w:val="Normal"/>
    <w:rsid w:val="00D919D1"/>
    <w:pPr>
      <w:numPr>
        <w:numId w:val="3"/>
      </w:numPr>
      <w:overflowPunct w:val="0"/>
      <w:autoSpaceDE w:val="0"/>
      <w:autoSpaceDN w:val="0"/>
      <w:adjustRightInd w:val="0"/>
      <w:spacing w:after="260"/>
      <w:ind w:left="288" w:hanging="288"/>
      <w:jc w:val="both"/>
      <w:textAlignment w:val="baseline"/>
    </w:pPr>
    <w:rPr>
      <w:sz w:val="22"/>
      <w:szCs w:val="20"/>
      <w:lang w:val="en-GB"/>
    </w:rPr>
  </w:style>
  <w:style w:type="paragraph" w:styleId="ListNumber">
    <w:name w:val="List Number"/>
    <w:basedOn w:val="Normal"/>
    <w:rsid w:val="00D919D1"/>
    <w:pPr>
      <w:overflowPunct w:val="0"/>
      <w:autoSpaceDE w:val="0"/>
      <w:autoSpaceDN w:val="0"/>
      <w:adjustRightInd w:val="0"/>
      <w:spacing w:before="130"/>
      <w:ind w:left="284" w:hanging="284"/>
      <w:textAlignment w:val="baseline"/>
    </w:pPr>
    <w:rPr>
      <w:sz w:val="22"/>
      <w:szCs w:val="20"/>
      <w:lang w:val="en-GB"/>
    </w:rPr>
  </w:style>
  <w:style w:type="paragraph" w:styleId="List">
    <w:name w:val="List"/>
    <w:basedOn w:val="Normal"/>
    <w:rsid w:val="00D919D1"/>
    <w:pPr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2"/>
      <w:szCs w:val="20"/>
      <w:lang w:val="en-GB"/>
    </w:rPr>
  </w:style>
  <w:style w:type="character" w:customStyle="1" w:styleId="Boldparagraph">
    <w:name w:val="Bold paragraph"/>
    <w:basedOn w:val="DefaultParagraphFont"/>
    <w:rsid w:val="00D919D1"/>
    <w:rPr>
      <w:b/>
      <w:bCs/>
      <w:color w:val="000000"/>
    </w:rPr>
  </w:style>
  <w:style w:type="paragraph" w:styleId="BlockText">
    <w:name w:val="Block Text"/>
    <w:basedOn w:val="Normal"/>
    <w:rsid w:val="00D919D1"/>
    <w:pPr>
      <w:spacing w:after="120"/>
      <w:ind w:left="720" w:right="360"/>
      <w:jc w:val="both"/>
    </w:pPr>
    <w:rPr>
      <w:sz w:val="20"/>
    </w:rPr>
  </w:style>
  <w:style w:type="paragraph" w:styleId="BalloonText">
    <w:name w:val="Balloon Text"/>
    <w:basedOn w:val="Normal"/>
    <w:semiHidden/>
    <w:rsid w:val="005113C1"/>
    <w:rPr>
      <w:rFonts w:ascii="Tahoma" w:hAnsi="Tahoma" w:cs="Tahoma"/>
      <w:sz w:val="16"/>
      <w:szCs w:val="16"/>
    </w:rPr>
  </w:style>
  <w:style w:type="paragraph" w:customStyle="1" w:styleId="level3">
    <w:name w:val="level 3"/>
    <w:basedOn w:val="Normal"/>
    <w:rsid w:val="005C1D4D"/>
    <w:pPr>
      <w:spacing w:after="120" w:line="220" w:lineRule="exact"/>
      <w:ind w:left="1440" w:hanging="432"/>
      <w:jc w:val="both"/>
    </w:pPr>
    <w:rPr>
      <w:sz w:val="20"/>
      <w:szCs w:val="20"/>
    </w:rPr>
  </w:style>
  <w:style w:type="character" w:styleId="Hyperlink">
    <w:name w:val="Hyperlink"/>
    <w:basedOn w:val="DefaultParagraphFont"/>
    <w:rsid w:val="00E54973"/>
    <w:rPr>
      <w:color w:val="0000FF"/>
      <w:u w:val="single"/>
    </w:rPr>
  </w:style>
  <w:style w:type="paragraph" w:customStyle="1" w:styleId="ListLeft15">
    <w:name w:val="List + Left: 1.5"/>
    <w:basedOn w:val="Normal"/>
    <w:rsid w:val="008264AA"/>
    <w:pPr>
      <w:tabs>
        <w:tab w:val="left" w:pos="900"/>
      </w:tabs>
      <w:overflowPunct w:val="0"/>
      <w:autoSpaceDE w:val="0"/>
      <w:autoSpaceDN w:val="0"/>
      <w:adjustRightInd w:val="0"/>
      <w:spacing w:after="120"/>
      <w:ind w:left="900" w:hanging="180"/>
      <w:jc w:val="both"/>
      <w:textAlignment w:val="baseline"/>
    </w:pPr>
    <w:rPr>
      <w:sz w:val="20"/>
      <w:szCs w:val="20"/>
      <w:lang w:val="en-GB"/>
    </w:rPr>
  </w:style>
  <w:style w:type="paragraph" w:customStyle="1" w:styleId="Tabletext">
    <w:name w:val="Tabletext"/>
    <w:basedOn w:val="Normal"/>
    <w:rsid w:val="009F3A60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Date">
    <w:name w:val="Date"/>
    <w:basedOn w:val="Normal"/>
    <w:rsid w:val="00FF278F"/>
    <w:pPr>
      <w:tabs>
        <w:tab w:val="center" w:pos="5220"/>
      </w:tabs>
      <w:spacing w:after="720"/>
      <w:jc w:val="right"/>
    </w:pPr>
    <w:rPr>
      <w:rFonts w:ascii="Helvetica" w:hAnsi="Helvetica"/>
      <w:b/>
      <w:szCs w:val="20"/>
    </w:rPr>
  </w:style>
  <w:style w:type="character" w:styleId="CommentReference">
    <w:name w:val="annotation reference"/>
    <w:basedOn w:val="DefaultParagraphFont"/>
    <w:uiPriority w:val="99"/>
    <w:rsid w:val="00A632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32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327C"/>
  </w:style>
  <w:style w:type="paragraph" w:styleId="CommentSubject">
    <w:name w:val="annotation subject"/>
    <w:basedOn w:val="CommentText"/>
    <w:next w:val="CommentText"/>
    <w:link w:val="CommentSubjectChar"/>
    <w:rsid w:val="00A632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6327C"/>
    <w:rPr>
      <w:b/>
      <w:bCs/>
    </w:rPr>
  </w:style>
  <w:style w:type="paragraph" w:styleId="Revision">
    <w:name w:val="Revision"/>
    <w:hidden/>
    <w:uiPriority w:val="99"/>
    <w:semiHidden/>
    <w:rsid w:val="00A6327C"/>
    <w:rPr>
      <w:sz w:val="24"/>
      <w:szCs w:val="24"/>
      <w:lang w:eastAsia="en-US"/>
    </w:rPr>
  </w:style>
  <w:style w:type="paragraph" w:customStyle="1" w:styleId="Text">
    <w:name w:val="Text"/>
    <w:basedOn w:val="Normal"/>
    <w:link w:val="TextChar"/>
    <w:rsid w:val="00BB6E74"/>
    <w:pPr>
      <w:keepNext/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</w:rPr>
  </w:style>
  <w:style w:type="character" w:customStyle="1" w:styleId="TextChar">
    <w:name w:val="Text Char"/>
    <w:basedOn w:val="DefaultParagraphFont"/>
    <w:link w:val="Text"/>
    <w:locked/>
    <w:rsid w:val="00BB6E74"/>
    <w:rPr>
      <w:sz w:val="22"/>
    </w:rPr>
  </w:style>
  <w:style w:type="paragraph" w:customStyle="1" w:styleId="Bullet">
    <w:name w:val="Bullet"/>
    <w:basedOn w:val="Normal"/>
    <w:rsid w:val="00BB6E74"/>
    <w:pPr>
      <w:numPr>
        <w:numId w:val="4"/>
      </w:num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2F1FE7"/>
    <w:rPr>
      <w:sz w:val="22"/>
      <w:szCs w:val="24"/>
      <w:lang w:eastAsia="en-US"/>
    </w:rPr>
  </w:style>
  <w:style w:type="paragraph" w:customStyle="1" w:styleId="Normal11pt">
    <w:name w:val="Normal + 11 pt"/>
    <w:basedOn w:val="Normal"/>
    <w:rsid w:val="00783C9C"/>
    <w:pPr>
      <w:tabs>
        <w:tab w:val="left" w:pos="0"/>
        <w:tab w:val="left" w:pos="1080"/>
        <w:tab w:val="left" w:pos="1440"/>
      </w:tabs>
      <w:spacing w:after="120"/>
      <w:jc w:val="center"/>
    </w:pPr>
    <w:rPr>
      <w:b/>
      <w:bCs/>
      <w:sz w:val="20"/>
      <w:szCs w:val="20"/>
    </w:rPr>
  </w:style>
  <w:style w:type="character" w:customStyle="1" w:styleId="EndnoteReferenceTimes11pt">
    <w:name w:val="Endnote Reference + Times 11 pt"/>
    <w:basedOn w:val="EndnoteReference"/>
    <w:rsid w:val="00902562"/>
    <w:rPr>
      <w:rFonts w:ascii="Times" w:hAnsi="Times"/>
      <w:bCs/>
      <w:sz w:val="22"/>
      <w:vertAlign w:val="superscript"/>
    </w:rPr>
  </w:style>
  <w:style w:type="paragraph" w:customStyle="1" w:styleId="Default">
    <w:name w:val="Default"/>
    <w:rsid w:val="00042AF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4D3336"/>
  </w:style>
  <w:style w:type="table" w:styleId="TableGrid">
    <w:name w:val="Table Grid"/>
    <w:basedOn w:val="TableNormal"/>
    <w:rsid w:val="001C43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NumberIndentsBold">
    <w:name w:val="Style Number Indents + Bold"/>
    <w:basedOn w:val="NumberIndents"/>
    <w:rsid w:val="00657A7C"/>
    <w:pPr>
      <w:tabs>
        <w:tab w:val="left" w:pos="567"/>
      </w:tabs>
      <w:ind w:left="567" w:hanging="567"/>
    </w:pPr>
    <w:rPr>
      <w:b/>
      <w:bCs/>
    </w:rPr>
  </w:style>
  <w:style w:type="paragraph" w:customStyle="1" w:styleId="StyleNumberIndentsBold1">
    <w:name w:val="Style Number Indents + Bold1"/>
    <w:basedOn w:val="NumberIndents"/>
    <w:rsid w:val="00B90996"/>
    <w:pPr>
      <w:numPr>
        <w:numId w:val="10"/>
      </w:numPr>
      <w:tabs>
        <w:tab w:val="left" w:pos="567"/>
      </w:tabs>
      <w:ind w:left="567" w:hanging="567"/>
    </w:pPr>
    <w:rPr>
      <w:b/>
      <w:bCs/>
    </w:rPr>
  </w:style>
  <w:style w:type="paragraph" w:styleId="ListParagraph">
    <w:name w:val="List Paragraph"/>
    <w:basedOn w:val="Normal"/>
    <w:uiPriority w:val="34"/>
    <w:qFormat/>
    <w:rsid w:val="002B4472"/>
    <w:pPr>
      <w:ind w:left="720"/>
      <w:contextualSpacing/>
    </w:pPr>
  </w:style>
  <w:style w:type="character" w:styleId="FollowedHyperlink">
    <w:name w:val="FollowedHyperlink"/>
    <w:basedOn w:val="DefaultParagraphFont"/>
    <w:rsid w:val="005B2371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C74EFD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EE1C33"/>
    <w:rPr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45C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9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7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1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1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0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47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6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217368">
                                      <w:marLeft w:val="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79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401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394924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6900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0093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332210">
                                                          <w:marLeft w:val="10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686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6563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0" w:color="C3D9FF"/>
                                                                    <w:left w:val="single" w:sz="18" w:space="0" w:color="C3D9FF"/>
                                                                    <w:bottom w:val="single" w:sz="18" w:space="0" w:color="C3D9FF"/>
                                                                    <w:right w:val="single" w:sz="18" w:space="0" w:color="C3D9FF"/>
                                                                  </w:divBdr>
                                                                  <w:divsChild>
                                                                    <w:div w:id="1693798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1679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86797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713119">
                                                                          <w:marLeft w:val="60"/>
                                                                          <w:marRight w:val="60"/>
                                                                          <w:marTop w:val="6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7756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7503107">
                                                                  <w:marLeft w:val="1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8503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6645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231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773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9312803">
                                                                  <w:marLeft w:val="7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0716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9671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2803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0353648">
                                                                  <w:marLeft w:val="1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05921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4376808">
                                                                  <w:marLeft w:val="7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092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9716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3396097">
                                                                  <w:marLeft w:val="1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0828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6385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1313155">
                                                                  <w:marLeft w:val="7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9243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6884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4590911">
                                                                  <w:marLeft w:val="1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6138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0863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703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1287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0160294">
                                                                  <w:marLeft w:val="7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583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6389447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12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2633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8" w:space="0" w:color="C3D9FF"/>
                                                        <w:left w:val="single" w:sz="18" w:space="0" w:color="C3D9FF"/>
                                                        <w:bottom w:val="single" w:sz="18" w:space="0" w:color="C3D9FF"/>
                                                        <w:right w:val="single" w:sz="18" w:space="0" w:color="C3D9FF"/>
                                                      </w:divBdr>
                                                      <w:divsChild>
                                                        <w:div w:id="637538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675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28206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8175554">
                                                              <w:marLeft w:val="60"/>
                                                              <w:marRight w:val="6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917299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12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463859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12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1875749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12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1416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8" w:space="0" w:color="C3D9FF"/>
                                                        <w:left w:val="single" w:sz="18" w:space="0" w:color="C3D9FF"/>
                                                        <w:bottom w:val="single" w:sz="18" w:space="0" w:color="C3D9FF"/>
                                                        <w:right w:val="single" w:sz="18" w:space="0" w:color="C3D9FF"/>
                                                      </w:divBdr>
                                                      <w:divsChild>
                                                        <w:div w:id="909925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441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8500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0697389">
                                                              <w:marLeft w:val="60"/>
                                                              <w:marRight w:val="6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2410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825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8" w:space="0" w:color="C3D9FF"/>
                                                        <w:left w:val="single" w:sz="18" w:space="0" w:color="C3D9FF"/>
                                                        <w:bottom w:val="single" w:sz="18" w:space="0" w:color="C3D9FF"/>
                                                        <w:right w:val="single" w:sz="18" w:space="0" w:color="C3D9FF"/>
                                                      </w:divBdr>
                                                      <w:divsChild>
                                                        <w:div w:id="129926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229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664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1627679">
                                                              <w:marLeft w:val="60"/>
                                                              <w:marRight w:val="6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48878119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5965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156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390380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12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114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8" w:space="0" w:color="C3D9FF"/>
                                                        <w:left w:val="single" w:sz="18" w:space="0" w:color="C3D9FF"/>
                                                        <w:bottom w:val="single" w:sz="18" w:space="0" w:color="C3D9FF"/>
                                                        <w:right w:val="single" w:sz="18" w:space="0" w:color="C3D9FF"/>
                                                      </w:divBdr>
                                                      <w:divsChild>
                                                        <w:div w:id="817692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8863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3213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485758">
                                                              <w:marLeft w:val="60"/>
                                                              <w:marRight w:val="6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68402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0012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8" w:space="0" w:color="C3D9FF"/>
                                                        <w:left w:val="single" w:sz="18" w:space="0" w:color="C3D9FF"/>
                                                        <w:bottom w:val="single" w:sz="18" w:space="0" w:color="C3D9FF"/>
                                                        <w:right w:val="single" w:sz="18" w:space="0" w:color="C3D9FF"/>
                                                      </w:divBdr>
                                                      <w:divsChild>
                                                        <w:div w:id="1517306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9589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1154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6191819">
                                                              <w:marLeft w:val="60"/>
                                                              <w:marRight w:val="6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13793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0658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8" w:space="0" w:color="C3D9FF"/>
                                                        <w:left w:val="single" w:sz="18" w:space="0" w:color="C3D9FF"/>
                                                        <w:bottom w:val="single" w:sz="18" w:space="0" w:color="C3D9FF"/>
                                                        <w:right w:val="single" w:sz="18" w:space="0" w:color="C3D9FF"/>
                                                      </w:divBdr>
                                                      <w:divsChild>
                                                        <w:div w:id="802893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355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5166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4967002">
                                                              <w:marLeft w:val="60"/>
                                                              <w:marRight w:val="6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1015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719500">
                                                          <w:marLeft w:val="10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923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339330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4411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5086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1348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607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0" w:color="C3D9FF"/>
                                                                    <w:left w:val="single" w:sz="18" w:space="0" w:color="C3D9FF"/>
                                                                    <w:bottom w:val="single" w:sz="18" w:space="0" w:color="C3D9FF"/>
                                                                    <w:right w:val="single" w:sz="18" w:space="0" w:color="C3D9FF"/>
                                                                  </w:divBdr>
                                                                  <w:divsChild>
                                                                    <w:div w:id="10860727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57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8645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3115959">
                                                                          <w:marLeft w:val="60"/>
                                                                          <w:marRight w:val="60"/>
                                                                          <w:marTop w:val="6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7824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9378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8" w:space="0" w:color="C3D9FF"/>
                                                        <w:left w:val="single" w:sz="18" w:space="0" w:color="C3D9FF"/>
                                                        <w:bottom w:val="single" w:sz="18" w:space="0" w:color="C3D9FF"/>
                                                        <w:right w:val="single" w:sz="18" w:space="0" w:color="C3D9FF"/>
                                                      </w:divBdr>
                                                      <w:divsChild>
                                                        <w:div w:id="942348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975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5759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381931">
                                                              <w:marLeft w:val="60"/>
                                                              <w:marRight w:val="6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0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6609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8" w:space="0" w:color="C3D9FF"/>
                                                        <w:left w:val="single" w:sz="18" w:space="0" w:color="C3D9FF"/>
                                                        <w:bottom w:val="single" w:sz="18" w:space="0" w:color="C3D9FF"/>
                                                        <w:right w:val="single" w:sz="18" w:space="0" w:color="C3D9FF"/>
                                                      </w:divBdr>
                                                      <w:divsChild>
                                                        <w:div w:id="179424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24064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5390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7918705">
                                                              <w:marLeft w:val="60"/>
                                                              <w:marRight w:val="6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7066481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49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7826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5838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6458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0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295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2216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8" w:space="0" w:color="C3D9FF"/>
                                                        <w:left w:val="single" w:sz="18" w:space="0" w:color="C3D9FF"/>
                                                        <w:bottom w:val="single" w:sz="18" w:space="0" w:color="C3D9FF"/>
                                                        <w:right w:val="single" w:sz="18" w:space="0" w:color="C3D9FF"/>
                                                      </w:divBdr>
                                                      <w:divsChild>
                                                        <w:div w:id="631011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3017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4723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6948818">
                                                              <w:marLeft w:val="60"/>
                                                              <w:marRight w:val="6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5802720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12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883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8" w:space="0" w:color="C3D9FF"/>
                                                        <w:left w:val="single" w:sz="18" w:space="0" w:color="C3D9FF"/>
                                                        <w:bottom w:val="single" w:sz="18" w:space="0" w:color="C3D9FF"/>
                                                        <w:right w:val="single" w:sz="18" w:space="0" w:color="C3D9FF"/>
                                                      </w:divBdr>
                                                      <w:divsChild>
                                                        <w:div w:id="1008751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3748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8555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25261">
                                                              <w:marLeft w:val="60"/>
                                                              <w:marRight w:val="6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0206468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12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9149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8" w:space="0" w:color="C3D9FF"/>
                                                        <w:left w:val="single" w:sz="18" w:space="0" w:color="C3D9FF"/>
                                                        <w:bottom w:val="single" w:sz="18" w:space="0" w:color="C3D9FF"/>
                                                        <w:right w:val="single" w:sz="18" w:space="0" w:color="C3D9FF"/>
                                                      </w:divBdr>
                                                      <w:divsChild>
                                                        <w:div w:id="1859730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9773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221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85113">
                                                              <w:marLeft w:val="60"/>
                                                              <w:marRight w:val="6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5295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3480500">
                                                          <w:marLeft w:val="10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949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9279277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5663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93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9713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0" w:color="C3D9FF"/>
                                                                    <w:left w:val="single" w:sz="18" w:space="0" w:color="C3D9FF"/>
                                                                    <w:bottom w:val="single" w:sz="18" w:space="0" w:color="C3D9FF"/>
                                                                    <w:right w:val="single" w:sz="18" w:space="0" w:color="C3D9FF"/>
                                                                  </w:divBdr>
                                                                  <w:divsChild>
                                                                    <w:div w:id="2132091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421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80883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7417336">
                                                                          <w:marLeft w:val="60"/>
                                                                          <w:marRight w:val="60"/>
                                                                          <w:marTop w:val="6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164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5400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18" w:space="0" w:color="C3D9FF"/>
                                                                    <w:left w:val="single" w:sz="18" w:space="0" w:color="C3D9FF"/>
                                                                    <w:bottom w:val="single" w:sz="18" w:space="0" w:color="C3D9FF"/>
                                                                    <w:right w:val="single" w:sz="18" w:space="0" w:color="C3D9FF"/>
                                                                  </w:divBdr>
                                                                  <w:divsChild>
                                                                    <w:div w:id="1576623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9909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5498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5538475">
                                                                          <w:marLeft w:val="60"/>
                                                                          <w:marRight w:val="60"/>
                                                                          <w:marTop w:val="6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58073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0269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18" w:space="0" w:color="C3D9FF"/>
                                                        <w:left w:val="single" w:sz="18" w:space="0" w:color="C3D9FF"/>
                                                        <w:bottom w:val="single" w:sz="18" w:space="0" w:color="C3D9FF"/>
                                                        <w:right w:val="single" w:sz="18" w:space="0" w:color="C3D9FF"/>
                                                      </w:divBdr>
                                                      <w:divsChild>
                                                        <w:div w:id="1001547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756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699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356115">
                                                              <w:marLeft w:val="60"/>
                                                              <w:marRight w:val="6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100412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12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1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6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65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8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39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336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067905">
                                      <w:marLeft w:val="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679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763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8" w:space="0" w:color="C3D9FF"/>
                                                <w:left w:val="single" w:sz="18" w:space="0" w:color="C3D9FF"/>
                                                <w:bottom w:val="single" w:sz="18" w:space="0" w:color="C3D9FF"/>
                                                <w:right w:val="single" w:sz="18" w:space="0" w:color="C3D9FF"/>
                                              </w:divBdr>
                                              <w:divsChild>
                                                <w:div w:id="1333490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7097897">
                                                      <w:marLeft w:val="60"/>
                                                      <w:marRight w:val="60"/>
                                                      <w:marTop w:val="6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9039">
          <w:marLeft w:val="36"/>
          <w:marRight w:val="36"/>
          <w:marTop w:val="0"/>
          <w:marBottom w:val="12"/>
          <w:divBdr>
            <w:top w:val="single" w:sz="2" w:space="1" w:color="112449"/>
            <w:left w:val="single" w:sz="2" w:space="1" w:color="112449"/>
            <w:bottom w:val="single" w:sz="2" w:space="1" w:color="112449"/>
            <w:right w:val="single" w:sz="2" w:space="1" w:color="112449"/>
          </w:divBdr>
        </w:div>
      </w:divsChild>
    </w:div>
    <w:div w:id="1665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taprotection.estonia@majore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wandakaminski\Local%20Settings\Temporary%20Internet%20Files\OLK9\ISA%20RepLetter%20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357FB-C348-4484-B0D0-B3C2300E2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ISA RepLetter Eng</Template>
  <TotalTime>0</TotalTime>
  <Pages>1</Pages>
  <Words>65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Management Representation Letter</vt:lpstr>
    </vt:vector>
  </TitlesOfParts>
  <Company>KPMG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Management Representation Letter</dc:title>
  <dc:creator>CEE PPD</dc:creator>
  <cp:lastModifiedBy>Toover, Virgot</cp:lastModifiedBy>
  <cp:revision>2</cp:revision>
  <cp:lastPrinted>2014-09-05T09:26:00Z</cp:lastPrinted>
  <dcterms:created xsi:type="dcterms:W3CDTF">2024-07-15T10:35:00Z</dcterms:created>
  <dcterms:modified xsi:type="dcterms:W3CDTF">2024-07-15T10:35:00Z</dcterms:modified>
</cp:coreProperties>
</file>